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65" w:rsidRPr="00054628" w:rsidRDefault="00A32565" w:rsidP="00B833A1">
      <w:pPr>
        <w:pStyle w:val="Nagwek3"/>
        <w:jc w:val="right"/>
        <w:rPr>
          <w:b w:val="0"/>
          <w:bCs w:val="0"/>
          <w:color w:val="000000"/>
          <w:sz w:val="22"/>
          <w:szCs w:val="22"/>
          <w:u w:val="single"/>
        </w:rPr>
      </w:pPr>
      <w:r>
        <w:rPr>
          <w:b w:val="0"/>
          <w:bCs w:val="0"/>
          <w:color w:val="000000"/>
          <w:sz w:val="22"/>
          <w:szCs w:val="22"/>
          <w:u w:val="single"/>
        </w:rPr>
        <w:t>Załącznik nr  1a</w:t>
      </w:r>
    </w:p>
    <w:p w:rsidR="00A32565" w:rsidRDefault="00A32565" w:rsidP="00B833A1">
      <w:pPr>
        <w:keepLines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</w:t>
      </w:r>
    </w:p>
    <w:p w:rsidR="00A32565" w:rsidRPr="00CA71AF" w:rsidRDefault="00A32565" w:rsidP="00CA71AF">
      <w:pPr>
        <w:keepLines/>
        <w:spacing w:after="0" w:line="240" w:lineRule="auto"/>
        <w:rPr>
          <w:sz w:val="22"/>
          <w:szCs w:val="22"/>
        </w:rPr>
      </w:pPr>
      <w:r>
        <w:t>(dane adresowe firmy Wykonawcy)</w:t>
      </w:r>
    </w:p>
    <w:p w:rsidR="00A32565" w:rsidRPr="00002751" w:rsidRDefault="00A32565" w:rsidP="00CA71AF">
      <w:pPr>
        <w:pStyle w:val="Nagwek3"/>
        <w:rPr>
          <w:rFonts w:ascii="Calibri" w:hAnsi="Calibri" w:cs="Calibri"/>
          <w:b w:val="0"/>
          <w:bCs w:val="0"/>
          <w:sz w:val="10"/>
          <w:szCs w:val="10"/>
        </w:rPr>
      </w:pPr>
      <w:r w:rsidRPr="00002751">
        <w:rPr>
          <w:rFonts w:ascii="Calibri" w:hAnsi="Calibri" w:cs="Calibri"/>
          <w:sz w:val="28"/>
          <w:szCs w:val="28"/>
        </w:rPr>
        <w:t xml:space="preserve">FORMULARZ CENOWY </w:t>
      </w:r>
    </w:p>
    <w:p w:rsidR="00A32565" w:rsidRPr="00CA71AF" w:rsidRDefault="00A32565" w:rsidP="00CA71AF">
      <w:pPr>
        <w:pStyle w:val="BodyText"/>
        <w:spacing w:after="0" w:line="240" w:lineRule="auto"/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CA71AF">
        <w:rPr>
          <w:rFonts w:ascii="Calibri" w:hAnsi="Calibri" w:cs="Calibri"/>
          <w:b/>
          <w:bCs/>
          <w:sz w:val="28"/>
          <w:szCs w:val="28"/>
          <w:lang w:eastAsia="zh-CN"/>
        </w:rPr>
        <w:t>Cz. I - Świadczenie usług odbioru i zagospodarowania odpadów komunalnych z terenu Gminy Krotoszyn</w:t>
      </w:r>
    </w:p>
    <w:tbl>
      <w:tblPr>
        <w:tblW w:w="14055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82"/>
        <w:gridCol w:w="7229"/>
        <w:gridCol w:w="1204"/>
        <w:gridCol w:w="71"/>
        <w:gridCol w:w="1644"/>
        <w:gridCol w:w="57"/>
        <w:gridCol w:w="1418"/>
        <w:gridCol w:w="1850"/>
      </w:tblGrid>
      <w:tr w:rsidR="00A32565" w:rsidRPr="00C47589">
        <w:trPr>
          <w:trHeight w:val="79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2565" w:rsidRPr="008E5EEC" w:rsidRDefault="00A32565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565" w:rsidRPr="008E5EEC" w:rsidRDefault="00A32565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565" w:rsidRPr="008E5EEC" w:rsidRDefault="00A32565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565" w:rsidRPr="008E5EEC" w:rsidRDefault="00A32565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Wielkość szacunkowa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w Mg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565" w:rsidRPr="008E5EEC" w:rsidRDefault="00A32565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za 1 Mg (netto)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565" w:rsidRPr="008E5EEC" w:rsidRDefault="00A32565" w:rsidP="00753C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8E5E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</w:p>
        </w:tc>
      </w:tr>
      <w:tr w:rsidR="00A32565" w:rsidRPr="00B963F2">
        <w:trPr>
          <w:trHeight w:val="315"/>
        </w:trPr>
        <w:tc>
          <w:tcPr>
            <w:tcW w:w="14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A32565" w:rsidRPr="009D4FED" w:rsidRDefault="00A32565" w:rsidP="009D4FED">
            <w:pPr>
              <w:spacing w:after="0" w:line="240" w:lineRule="auto"/>
              <w:ind w:left="306" w:hanging="306"/>
              <w:jc w:val="both"/>
              <w:rPr>
                <w:rFonts w:ascii="Calibri" w:hAnsi="Calibri" w:cs="Calibri"/>
                <w:color w:val="000000"/>
                <w:lang w:eastAsia="pl-PL"/>
              </w:rPr>
            </w:pPr>
            <w:r w:rsidRPr="009D4FED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 xml:space="preserve">I.  ODPADY KOMUNALNE ZEBRANE Z NIERUCHOMOŚCI ZAMIESZKAŁYCH I NIEZAMIESZKAŁYCH ZAGOSPODAROWYWANE W </w:t>
            </w:r>
            <w:r w:rsidRPr="009D4FED">
              <w:rPr>
                <w:rFonts w:ascii="Calibri" w:hAnsi="Calibri" w:cs="Calibri"/>
                <w:color w:val="000000"/>
                <w:lang w:eastAsia="pl-PL"/>
              </w:rPr>
              <w:t xml:space="preserve"> </w:t>
            </w:r>
            <w:r w:rsidRPr="009D4FED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INSTALACJI KOMUNALNEJ:</w:t>
            </w:r>
          </w:p>
        </w:tc>
      </w:tr>
      <w:tr w:rsidR="00A32565" w:rsidRPr="0018484F">
        <w:trPr>
          <w:trHeight w:val="3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pl-PL"/>
              </w:rPr>
            </w:pPr>
            <w:r w:rsidRPr="00F86D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zbiórka i zagospodarowanie zmieszanych odpadów komunalnych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F86D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3B76C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86D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Pr="00F86D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A32565" w:rsidRPr="0018484F">
        <w:trPr>
          <w:trHeight w:val="283"/>
        </w:trPr>
        <w:tc>
          <w:tcPr>
            <w:tcW w:w="14055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A32565" w:rsidRPr="001D387F" w:rsidRDefault="00A32565" w:rsidP="009D4FED">
            <w:pPr>
              <w:pStyle w:val="Default"/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D4FED">
              <w:rPr>
                <w:rFonts w:ascii="Calibri" w:hAnsi="Calibri" w:cs="Calibri"/>
                <w:b/>
                <w:bCs/>
              </w:rPr>
              <w:t xml:space="preserve">II.  ODPADY POPIOŁÓW I ŻUŻLI Z PALENISK DOMOWYCH ZEBRANE </w:t>
            </w:r>
            <w:r>
              <w:rPr>
                <w:rFonts w:ascii="Calibri" w:hAnsi="Calibri" w:cs="Calibri"/>
                <w:b/>
                <w:bCs/>
              </w:rPr>
              <w:t xml:space="preserve">Z NIERUCHOMOŚCI </w:t>
            </w:r>
            <w:r w:rsidRPr="009D4FED">
              <w:rPr>
                <w:rFonts w:ascii="Calibri" w:hAnsi="Calibri" w:cs="Calibri"/>
                <w:b/>
                <w:bCs/>
              </w:rPr>
              <w:t>ZAMIESZKAŁYCH I NIEZAMIESZKAŁYCH</w:t>
            </w:r>
          </w:p>
        </w:tc>
      </w:tr>
      <w:tr w:rsidR="00A32565" w:rsidRPr="0018484F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pl-PL"/>
              </w:rPr>
            </w:pPr>
            <w:r w:rsidRPr="00F86D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zbiórka i transport do instalacji popiołów i żużlu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F86D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86D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F86D80" w:rsidRDefault="00A32565" w:rsidP="00F86D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A32565" w:rsidRPr="00B963F2">
        <w:trPr>
          <w:trHeight w:val="510"/>
        </w:trPr>
        <w:tc>
          <w:tcPr>
            <w:tcW w:w="14055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A32565" w:rsidRPr="00B963F2" w:rsidRDefault="00A32565" w:rsidP="009D4FED">
            <w:pPr>
              <w:spacing w:after="0" w:line="240" w:lineRule="auto"/>
              <w:ind w:left="371" w:hanging="371"/>
              <w:jc w:val="both"/>
              <w:rPr>
                <w:rFonts w:ascii="Calibri" w:hAnsi="Calibri" w:cs="Calibri"/>
                <w:color w:val="000000"/>
                <w:sz w:val="28"/>
                <w:szCs w:val="28"/>
                <w:lang w:eastAsia="pl-PL"/>
              </w:rPr>
            </w:pPr>
            <w:r w:rsidRPr="009D4FED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lang w:eastAsia="pl-PL"/>
              </w:rPr>
              <w:t xml:space="preserve">II. </w:t>
            </w:r>
            <w:r w:rsidRPr="009D4FED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ODPADY KOMUNALNE ZEBRANE Z NIERUCHOMOŚCI ZAMIESZKAŁYCH I NIEZAMIESZKAŁYCH GROMADZONE SELEKTYWNIE ZAGOSPODAROWYWANE PRZEZ WYKONAWCĘ :</w:t>
            </w:r>
          </w:p>
        </w:tc>
      </w:tr>
      <w:tr w:rsidR="00A32565" w:rsidRPr="0018484F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565" w:rsidRPr="00660EAF" w:rsidRDefault="00A32565" w:rsidP="00660EA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zbiórka  i zagospodarowanie bioodpadów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1350,0000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A32565" w:rsidRPr="0018484F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565" w:rsidRPr="00660EAF" w:rsidRDefault="00A32565" w:rsidP="00660EA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zbiórka i zagospodarowanie odpadów – papier (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</w:rPr>
              <w:t>w tym tektury, odpady opakowaniowe z papieru i odpady opakowaniowe z tektury)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A32565" w:rsidRPr="0018484F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zbiórka i zagospodarowanie odpadów – szkło (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</w:rPr>
              <w:t>w tym odpady opakowaniowe ze szkła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A32565" w:rsidRPr="0018484F">
        <w:trPr>
          <w:trHeight w:val="69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565" w:rsidRPr="00660EAF" w:rsidRDefault="00A32565" w:rsidP="00660EAF">
            <w:pPr>
              <w:widowControl w:val="0"/>
              <w:tabs>
                <w:tab w:val="left" w:pos="88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Calibri" w:hAnsi="Calibri" w:cs="Calibri"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zbiórka i zagospodarowanie odpadów  - 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metale, tworzywa sztuczne </w:t>
            </w:r>
            <w:r w:rsidRPr="00660EAF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(odpady metali, w tym odpady opakowaniowe z metali, odpady tworzyw sztucznych, w tym odpady opakowaniowe tworzyw sztucznych oraz odpady opakowaniowe wielomateriałowe)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4000,0000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A32565" w:rsidRPr="0018484F">
        <w:trPr>
          <w:trHeight w:val="42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zbiórka i zagospodarowanie odpadów  - przeterminowane leki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 Mg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60E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660EAF" w:rsidRDefault="00A32565" w:rsidP="00660EA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A32565" w:rsidRPr="0018484F">
        <w:trPr>
          <w:trHeight w:val="420"/>
        </w:trPr>
        <w:tc>
          <w:tcPr>
            <w:tcW w:w="1220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B238CD" w:rsidRDefault="00A32565" w:rsidP="00B238CD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B238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 ZAMÓWIENIA NETTO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32565" w:rsidRPr="003B76C7" w:rsidRDefault="00A32565" w:rsidP="003B76C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32565" w:rsidRPr="0018484F">
        <w:trPr>
          <w:trHeight w:val="420"/>
        </w:trPr>
        <w:tc>
          <w:tcPr>
            <w:tcW w:w="1220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B238CD" w:rsidRDefault="00A32565" w:rsidP="00B238C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238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PODATEK VAT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32565" w:rsidRPr="003B76C7" w:rsidRDefault="00A32565" w:rsidP="003B76C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32565" w:rsidRPr="0018484F">
        <w:trPr>
          <w:trHeight w:val="420"/>
        </w:trPr>
        <w:tc>
          <w:tcPr>
            <w:tcW w:w="1220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2565" w:rsidRPr="00B238CD" w:rsidRDefault="00A32565" w:rsidP="00B238C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238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 ZAMÓWIENIA BRUTTO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32565" w:rsidRPr="003B76C7" w:rsidRDefault="00A32565" w:rsidP="003B76C7">
            <w:pPr>
              <w:spacing w:after="0" w:line="240" w:lineRule="auto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</w:tbl>
    <w:p w:rsidR="00A32565" w:rsidRDefault="00A32565" w:rsidP="00CA71AF">
      <w:pPr>
        <w:spacing w:after="0" w:line="240" w:lineRule="auto"/>
        <w:rPr>
          <w:sz w:val="22"/>
          <w:szCs w:val="22"/>
        </w:rPr>
      </w:pPr>
    </w:p>
    <w:p w:rsidR="00A32565" w:rsidRPr="00CA71AF" w:rsidRDefault="00A32565" w:rsidP="00CA71AF">
      <w:pPr>
        <w:pStyle w:val="BodyText"/>
        <w:jc w:val="both"/>
        <w:rPr>
          <w:b/>
          <w:bCs/>
        </w:rPr>
      </w:pPr>
      <w:r w:rsidRPr="00CA71AF">
        <w:rPr>
          <w:b/>
          <w:bCs/>
        </w:rPr>
        <w:t xml:space="preserve">Uwaga: Plik należy podpisać kwalifikowanym podpisem elektronicznym lub podpisem zaufanym (ePUAP) lub podpisem osobistym </w:t>
      </w:r>
      <w:r>
        <w:rPr>
          <w:b/>
          <w:bCs/>
        </w:rPr>
        <w:t xml:space="preserve">                        (e-dowód</w:t>
      </w:r>
      <w:r w:rsidRPr="00CA71AF">
        <w:rPr>
          <w:b/>
          <w:bCs/>
        </w:rPr>
        <w:t xml:space="preserve">  z warstwą cyfrową).</w:t>
      </w:r>
    </w:p>
    <w:sectPr w:rsidR="00A32565" w:rsidRPr="00CA71AF" w:rsidSect="00CA71AF">
      <w:footerReference w:type="default" r:id="rId7"/>
      <w:pgSz w:w="16838" w:h="11906" w:orient="landscape"/>
      <w:pgMar w:top="993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565" w:rsidRDefault="00A32565" w:rsidP="00251CB4">
      <w:pPr>
        <w:spacing w:after="0" w:line="240" w:lineRule="auto"/>
      </w:pPr>
      <w:r>
        <w:separator/>
      </w:r>
    </w:p>
  </w:endnote>
  <w:endnote w:type="continuationSeparator" w:id="0">
    <w:p w:rsidR="00A32565" w:rsidRDefault="00A32565" w:rsidP="00251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5" w:rsidRDefault="00A32565" w:rsidP="00251CB4">
    <w:pPr>
      <w:pStyle w:val="Footer"/>
      <w:pBdr>
        <w:top w:val="single" w:sz="4" w:space="1" w:color="auto"/>
      </w:pBdr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565" w:rsidRDefault="00A32565" w:rsidP="00251CB4">
      <w:pPr>
        <w:spacing w:after="0" w:line="240" w:lineRule="auto"/>
      </w:pPr>
      <w:r>
        <w:separator/>
      </w:r>
    </w:p>
  </w:footnote>
  <w:footnote w:type="continuationSeparator" w:id="0">
    <w:p w:rsidR="00A32565" w:rsidRDefault="00A32565" w:rsidP="00251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D5855"/>
    <w:multiLevelType w:val="hybridMultilevel"/>
    <w:tmpl w:val="FCC01FB2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16C7E"/>
    <w:multiLevelType w:val="hybridMultilevel"/>
    <w:tmpl w:val="A058FEDE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E4989"/>
    <w:multiLevelType w:val="hybridMultilevel"/>
    <w:tmpl w:val="619C115E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C72DE"/>
    <w:multiLevelType w:val="hybridMultilevel"/>
    <w:tmpl w:val="34CE2E72"/>
    <w:lvl w:ilvl="0" w:tplc="56320E58">
      <w:start w:val="1"/>
      <w:numFmt w:val="decimal"/>
      <w:lvlText w:val="%1."/>
      <w:lvlJc w:val="center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22F17"/>
    <w:multiLevelType w:val="hybridMultilevel"/>
    <w:tmpl w:val="8D6C0B56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37038"/>
    <w:multiLevelType w:val="hybridMultilevel"/>
    <w:tmpl w:val="A058FEDE"/>
    <w:lvl w:ilvl="0" w:tplc="CE5642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8B7"/>
    <w:rsid w:val="00000664"/>
    <w:rsid w:val="00000E5A"/>
    <w:rsid w:val="0000199D"/>
    <w:rsid w:val="00001B89"/>
    <w:rsid w:val="00002751"/>
    <w:rsid w:val="00003D25"/>
    <w:rsid w:val="000044AE"/>
    <w:rsid w:val="000046E1"/>
    <w:rsid w:val="000052B3"/>
    <w:rsid w:val="00005913"/>
    <w:rsid w:val="00005950"/>
    <w:rsid w:val="0000675A"/>
    <w:rsid w:val="00006B1A"/>
    <w:rsid w:val="00010510"/>
    <w:rsid w:val="00011E79"/>
    <w:rsid w:val="00012158"/>
    <w:rsid w:val="00012CCD"/>
    <w:rsid w:val="0001325E"/>
    <w:rsid w:val="00013F5C"/>
    <w:rsid w:val="00014684"/>
    <w:rsid w:val="00015830"/>
    <w:rsid w:val="00015EAF"/>
    <w:rsid w:val="000168AC"/>
    <w:rsid w:val="000168F1"/>
    <w:rsid w:val="00016A99"/>
    <w:rsid w:val="00016DE2"/>
    <w:rsid w:val="00020FC4"/>
    <w:rsid w:val="000211D1"/>
    <w:rsid w:val="000231B2"/>
    <w:rsid w:val="000244BF"/>
    <w:rsid w:val="00024CFA"/>
    <w:rsid w:val="00024E58"/>
    <w:rsid w:val="00025C23"/>
    <w:rsid w:val="000261CA"/>
    <w:rsid w:val="00026279"/>
    <w:rsid w:val="00027820"/>
    <w:rsid w:val="00027F2C"/>
    <w:rsid w:val="0003124A"/>
    <w:rsid w:val="000318B4"/>
    <w:rsid w:val="00032B4D"/>
    <w:rsid w:val="0003367A"/>
    <w:rsid w:val="00033EEF"/>
    <w:rsid w:val="00035709"/>
    <w:rsid w:val="00035C82"/>
    <w:rsid w:val="0003772A"/>
    <w:rsid w:val="00037927"/>
    <w:rsid w:val="000400BF"/>
    <w:rsid w:val="0004092C"/>
    <w:rsid w:val="0004272B"/>
    <w:rsid w:val="00043337"/>
    <w:rsid w:val="0004388A"/>
    <w:rsid w:val="0004513A"/>
    <w:rsid w:val="00045800"/>
    <w:rsid w:val="00045B89"/>
    <w:rsid w:val="00050236"/>
    <w:rsid w:val="0005089A"/>
    <w:rsid w:val="000508AE"/>
    <w:rsid w:val="00051B9E"/>
    <w:rsid w:val="000538BC"/>
    <w:rsid w:val="00053E59"/>
    <w:rsid w:val="000545E7"/>
    <w:rsid w:val="00054628"/>
    <w:rsid w:val="0005564E"/>
    <w:rsid w:val="00055BB6"/>
    <w:rsid w:val="000574CB"/>
    <w:rsid w:val="00057D4E"/>
    <w:rsid w:val="000619FC"/>
    <w:rsid w:val="00064475"/>
    <w:rsid w:val="000653D2"/>
    <w:rsid w:val="00065685"/>
    <w:rsid w:val="00067DB4"/>
    <w:rsid w:val="00070246"/>
    <w:rsid w:val="000716BC"/>
    <w:rsid w:val="000733B5"/>
    <w:rsid w:val="00074DD3"/>
    <w:rsid w:val="00074F8F"/>
    <w:rsid w:val="0007508E"/>
    <w:rsid w:val="0007535E"/>
    <w:rsid w:val="000760EB"/>
    <w:rsid w:val="000809A3"/>
    <w:rsid w:val="00081046"/>
    <w:rsid w:val="000820BE"/>
    <w:rsid w:val="00082447"/>
    <w:rsid w:val="0008303C"/>
    <w:rsid w:val="0008334F"/>
    <w:rsid w:val="0008371E"/>
    <w:rsid w:val="00083DE8"/>
    <w:rsid w:val="0008430C"/>
    <w:rsid w:val="000855F5"/>
    <w:rsid w:val="000856A2"/>
    <w:rsid w:val="00085F4B"/>
    <w:rsid w:val="00085F93"/>
    <w:rsid w:val="00085F94"/>
    <w:rsid w:val="00090827"/>
    <w:rsid w:val="00091BAC"/>
    <w:rsid w:val="00092AEA"/>
    <w:rsid w:val="00095530"/>
    <w:rsid w:val="0009568C"/>
    <w:rsid w:val="0009600C"/>
    <w:rsid w:val="000960B0"/>
    <w:rsid w:val="00097D25"/>
    <w:rsid w:val="000A0B0D"/>
    <w:rsid w:val="000A2134"/>
    <w:rsid w:val="000A30E8"/>
    <w:rsid w:val="000A37A0"/>
    <w:rsid w:val="000A3C1D"/>
    <w:rsid w:val="000A4C46"/>
    <w:rsid w:val="000A5F89"/>
    <w:rsid w:val="000A5F9B"/>
    <w:rsid w:val="000A6044"/>
    <w:rsid w:val="000A6FEF"/>
    <w:rsid w:val="000B01C8"/>
    <w:rsid w:val="000B0AB6"/>
    <w:rsid w:val="000B1C8B"/>
    <w:rsid w:val="000B28EE"/>
    <w:rsid w:val="000B2D2B"/>
    <w:rsid w:val="000B4122"/>
    <w:rsid w:val="000B4DEA"/>
    <w:rsid w:val="000B5E5A"/>
    <w:rsid w:val="000B6AF7"/>
    <w:rsid w:val="000C014D"/>
    <w:rsid w:val="000C0716"/>
    <w:rsid w:val="000C1643"/>
    <w:rsid w:val="000C1CC7"/>
    <w:rsid w:val="000C2821"/>
    <w:rsid w:val="000C2A18"/>
    <w:rsid w:val="000C3239"/>
    <w:rsid w:val="000C3876"/>
    <w:rsid w:val="000C3914"/>
    <w:rsid w:val="000C611E"/>
    <w:rsid w:val="000C77B2"/>
    <w:rsid w:val="000C7B52"/>
    <w:rsid w:val="000D0149"/>
    <w:rsid w:val="000D0ECF"/>
    <w:rsid w:val="000D1279"/>
    <w:rsid w:val="000D169A"/>
    <w:rsid w:val="000D18A7"/>
    <w:rsid w:val="000D18A9"/>
    <w:rsid w:val="000D27D7"/>
    <w:rsid w:val="000D3083"/>
    <w:rsid w:val="000D3174"/>
    <w:rsid w:val="000D3810"/>
    <w:rsid w:val="000D4917"/>
    <w:rsid w:val="000D5140"/>
    <w:rsid w:val="000D5C58"/>
    <w:rsid w:val="000D77C9"/>
    <w:rsid w:val="000E0EBB"/>
    <w:rsid w:val="000E1B47"/>
    <w:rsid w:val="000E1BDC"/>
    <w:rsid w:val="000E4DAB"/>
    <w:rsid w:val="000E6C33"/>
    <w:rsid w:val="000E7DC4"/>
    <w:rsid w:val="000F002E"/>
    <w:rsid w:val="000F0FBC"/>
    <w:rsid w:val="000F208C"/>
    <w:rsid w:val="000F29AF"/>
    <w:rsid w:val="000F391F"/>
    <w:rsid w:val="000F4101"/>
    <w:rsid w:val="000F43C2"/>
    <w:rsid w:val="000F4E6A"/>
    <w:rsid w:val="000F50BA"/>
    <w:rsid w:val="000F58D1"/>
    <w:rsid w:val="000F6433"/>
    <w:rsid w:val="000F691F"/>
    <w:rsid w:val="001025CE"/>
    <w:rsid w:val="00102EE4"/>
    <w:rsid w:val="00104414"/>
    <w:rsid w:val="00105472"/>
    <w:rsid w:val="00105CB8"/>
    <w:rsid w:val="00106385"/>
    <w:rsid w:val="00106D56"/>
    <w:rsid w:val="00107B52"/>
    <w:rsid w:val="00110092"/>
    <w:rsid w:val="00110B08"/>
    <w:rsid w:val="00110B99"/>
    <w:rsid w:val="0011121E"/>
    <w:rsid w:val="001118FF"/>
    <w:rsid w:val="00111A74"/>
    <w:rsid w:val="00113027"/>
    <w:rsid w:val="0011389D"/>
    <w:rsid w:val="0011389F"/>
    <w:rsid w:val="001141F2"/>
    <w:rsid w:val="00115A81"/>
    <w:rsid w:val="0011696B"/>
    <w:rsid w:val="00120D8C"/>
    <w:rsid w:val="001213C1"/>
    <w:rsid w:val="001217C4"/>
    <w:rsid w:val="0012403C"/>
    <w:rsid w:val="001258E2"/>
    <w:rsid w:val="00125C4A"/>
    <w:rsid w:val="00126C93"/>
    <w:rsid w:val="001277C0"/>
    <w:rsid w:val="00130589"/>
    <w:rsid w:val="00133322"/>
    <w:rsid w:val="001335ED"/>
    <w:rsid w:val="00133827"/>
    <w:rsid w:val="001359A2"/>
    <w:rsid w:val="00137572"/>
    <w:rsid w:val="001423A0"/>
    <w:rsid w:val="00142E36"/>
    <w:rsid w:val="00143286"/>
    <w:rsid w:val="00144C66"/>
    <w:rsid w:val="00144F03"/>
    <w:rsid w:val="00145C80"/>
    <w:rsid w:val="00146243"/>
    <w:rsid w:val="001462C0"/>
    <w:rsid w:val="00147753"/>
    <w:rsid w:val="00147F51"/>
    <w:rsid w:val="00151215"/>
    <w:rsid w:val="00151770"/>
    <w:rsid w:val="00152057"/>
    <w:rsid w:val="0015230F"/>
    <w:rsid w:val="00152E99"/>
    <w:rsid w:val="00152FED"/>
    <w:rsid w:val="00153495"/>
    <w:rsid w:val="00153FC9"/>
    <w:rsid w:val="0015439A"/>
    <w:rsid w:val="00155B65"/>
    <w:rsid w:val="001566C9"/>
    <w:rsid w:val="001568B3"/>
    <w:rsid w:val="001577FF"/>
    <w:rsid w:val="001579CC"/>
    <w:rsid w:val="00157B1B"/>
    <w:rsid w:val="001606A2"/>
    <w:rsid w:val="001618A2"/>
    <w:rsid w:val="00161C2B"/>
    <w:rsid w:val="00162852"/>
    <w:rsid w:val="00162AE2"/>
    <w:rsid w:val="001634BB"/>
    <w:rsid w:val="0016406C"/>
    <w:rsid w:val="00164220"/>
    <w:rsid w:val="00164871"/>
    <w:rsid w:val="00166BB1"/>
    <w:rsid w:val="00166ED9"/>
    <w:rsid w:val="00167320"/>
    <w:rsid w:val="00167A00"/>
    <w:rsid w:val="00167DFA"/>
    <w:rsid w:val="001703FB"/>
    <w:rsid w:val="001717A6"/>
    <w:rsid w:val="001722BA"/>
    <w:rsid w:val="00172CCF"/>
    <w:rsid w:val="00174E3B"/>
    <w:rsid w:val="0017582A"/>
    <w:rsid w:val="00176884"/>
    <w:rsid w:val="00176E6A"/>
    <w:rsid w:val="00177633"/>
    <w:rsid w:val="00180DF6"/>
    <w:rsid w:val="001815E9"/>
    <w:rsid w:val="00181920"/>
    <w:rsid w:val="00181BAD"/>
    <w:rsid w:val="001823C0"/>
    <w:rsid w:val="00182FE2"/>
    <w:rsid w:val="00184720"/>
    <w:rsid w:val="0018484F"/>
    <w:rsid w:val="00184CD3"/>
    <w:rsid w:val="00186E42"/>
    <w:rsid w:val="0018739A"/>
    <w:rsid w:val="00187E28"/>
    <w:rsid w:val="00190289"/>
    <w:rsid w:val="00190B68"/>
    <w:rsid w:val="00190C30"/>
    <w:rsid w:val="001937D2"/>
    <w:rsid w:val="00194504"/>
    <w:rsid w:val="00194DC4"/>
    <w:rsid w:val="00195B21"/>
    <w:rsid w:val="001971F3"/>
    <w:rsid w:val="0019797C"/>
    <w:rsid w:val="001A04E0"/>
    <w:rsid w:val="001A09FB"/>
    <w:rsid w:val="001A0D92"/>
    <w:rsid w:val="001A2536"/>
    <w:rsid w:val="001A2708"/>
    <w:rsid w:val="001A2EF6"/>
    <w:rsid w:val="001A3669"/>
    <w:rsid w:val="001A43F7"/>
    <w:rsid w:val="001A48EA"/>
    <w:rsid w:val="001A6A72"/>
    <w:rsid w:val="001A6C91"/>
    <w:rsid w:val="001A7535"/>
    <w:rsid w:val="001A78C7"/>
    <w:rsid w:val="001A7DAC"/>
    <w:rsid w:val="001B14C8"/>
    <w:rsid w:val="001B1CC9"/>
    <w:rsid w:val="001B1D69"/>
    <w:rsid w:val="001B25D4"/>
    <w:rsid w:val="001B2CB8"/>
    <w:rsid w:val="001B2FF4"/>
    <w:rsid w:val="001B3760"/>
    <w:rsid w:val="001B401D"/>
    <w:rsid w:val="001B4555"/>
    <w:rsid w:val="001B4726"/>
    <w:rsid w:val="001B4A5C"/>
    <w:rsid w:val="001B4E95"/>
    <w:rsid w:val="001B5D04"/>
    <w:rsid w:val="001B5F84"/>
    <w:rsid w:val="001B6156"/>
    <w:rsid w:val="001B6656"/>
    <w:rsid w:val="001B74C5"/>
    <w:rsid w:val="001B780A"/>
    <w:rsid w:val="001B7EA6"/>
    <w:rsid w:val="001C0A20"/>
    <w:rsid w:val="001C0B64"/>
    <w:rsid w:val="001C1432"/>
    <w:rsid w:val="001C1DB2"/>
    <w:rsid w:val="001C2838"/>
    <w:rsid w:val="001C4E1A"/>
    <w:rsid w:val="001C5111"/>
    <w:rsid w:val="001C6E6B"/>
    <w:rsid w:val="001D32F0"/>
    <w:rsid w:val="001D387F"/>
    <w:rsid w:val="001D3E8A"/>
    <w:rsid w:val="001D4159"/>
    <w:rsid w:val="001D7496"/>
    <w:rsid w:val="001D7A39"/>
    <w:rsid w:val="001D7F8B"/>
    <w:rsid w:val="001E01F2"/>
    <w:rsid w:val="001E0C8A"/>
    <w:rsid w:val="001E2F09"/>
    <w:rsid w:val="001E336F"/>
    <w:rsid w:val="001E3870"/>
    <w:rsid w:val="001E54EC"/>
    <w:rsid w:val="001E55B7"/>
    <w:rsid w:val="001E5B85"/>
    <w:rsid w:val="001F0310"/>
    <w:rsid w:val="001F035C"/>
    <w:rsid w:val="001F058C"/>
    <w:rsid w:val="001F0A0D"/>
    <w:rsid w:val="001F0E13"/>
    <w:rsid w:val="001F213A"/>
    <w:rsid w:val="001F283B"/>
    <w:rsid w:val="001F3514"/>
    <w:rsid w:val="001F37F6"/>
    <w:rsid w:val="001F3D56"/>
    <w:rsid w:val="001F43C1"/>
    <w:rsid w:val="001F7C0D"/>
    <w:rsid w:val="002008E1"/>
    <w:rsid w:val="0020163C"/>
    <w:rsid w:val="00202E54"/>
    <w:rsid w:val="00204818"/>
    <w:rsid w:val="0020635D"/>
    <w:rsid w:val="00206FE7"/>
    <w:rsid w:val="00211D80"/>
    <w:rsid w:val="002133EF"/>
    <w:rsid w:val="00214968"/>
    <w:rsid w:val="00214A53"/>
    <w:rsid w:val="00215B3E"/>
    <w:rsid w:val="0021681F"/>
    <w:rsid w:val="00216C4B"/>
    <w:rsid w:val="00217102"/>
    <w:rsid w:val="002172AF"/>
    <w:rsid w:val="0021751B"/>
    <w:rsid w:val="002229E2"/>
    <w:rsid w:val="00222CEC"/>
    <w:rsid w:val="00222F29"/>
    <w:rsid w:val="00230011"/>
    <w:rsid w:val="00230428"/>
    <w:rsid w:val="00230F2C"/>
    <w:rsid w:val="002314B6"/>
    <w:rsid w:val="00231CCC"/>
    <w:rsid w:val="00231D92"/>
    <w:rsid w:val="00232591"/>
    <w:rsid w:val="00233768"/>
    <w:rsid w:val="00234C88"/>
    <w:rsid w:val="00236F9A"/>
    <w:rsid w:val="002379B4"/>
    <w:rsid w:val="002408AD"/>
    <w:rsid w:val="002412C5"/>
    <w:rsid w:val="00241BF6"/>
    <w:rsid w:val="00242F15"/>
    <w:rsid w:val="00243BBB"/>
    <w:rsid w:val="00243DEC"/>
    <w:rsid w:val="0024434D"/>
    <w:rsid w:val="00244AB7"/>
    <w:rsid w:val="002459C3"/>
    <w:rsid w:val="00245B1C"/>
    <w:rsid w:val="00246273"/>
    <w:rsid w:val="00246904"/>
    <w:rsid w:val="00246A94"/>
    <w:rsid w:val="002505F8"/>
    <w:rsid w:val="00250B5A"/>
    <w:rsid w:val="00251CB4"/>
    <w:rsid w:val="002521C2"/>
    <w:rsid w:val="00252332"/>
    <w:rsid w:val="00253102"/>
    <w:rsid w:val="00253686"/>
    <w:rsid w:val="0025421E"/>
    <w:rsid w:val="00255267"/>
    <w:rsid w:val="00256028"/>
    <w:rsid w:val="002570C5"/>
    <w:rsid w:val="00260A10"/>
    <w:rsid w:val="002612BB"/>
    <w:rsid w:val="002616D9"/>
    <w:rsid w:val="00261801"/>
    <w:rsid w:val="002629F2"/>
    <w:rsid w:val="00263C84"/>
    <w:rsid w:val="00264CD2"/>
    <w:rsid w:val="0026525C"/>
    <w:rsid w:val="00265CBE"/>
    <w:rsid w:val="00270710"/>
    <w:rsid w:val="00270BE8"/>
    <w:rsid w:val="00270FFA"/>
    <w:rsid w:val="00271809"/>
    <w:rsid w:val="00271A32"/>
    <w:rsid w:val="00272360"/>
    <w:rsid w:val="002734D4"/>
    <w:rsid w:val="00273A87"/>
    <w:rsid w:val="00274D10"/>
    <w:rsid w:val="00280063"/>
    <w:rsid w:val="00280C2E"/>
    <w:rsid w:val="002812DC"/>
    <w:rsid w:val="002819EB"/>
    <w:rsid w:val="002821B3"/>
    <w:rsid w:val="002832BC"/>
    <w:rsid w:val="002855AB"/>
    <w:rsid w:val="002859B0"/>
    <w:rsid w:val="00285E72"/>
    <w:rsid w:val="00285F2D"/>
    <w:rsid w:val="0028704C"/>
    <w:rsid w:val="002878E7"/>
    <w:rsid w:val="002902B8"/>
    <w:rsid w:val="00290C63"/>
    <w:rsid w:val="00290D15"/>
    <w:rsid w:val="00291F25"/>
    <w:rsid w:val="00294740"/>
    <w:rsid w:val="002964CD"/>
    <w:rsid w:val="00296CA8"/>
    <w:rsid w:val="002A1839"/>
    <w:rsid w:val="002A325B"/>
    <w:rsid w:val="002A51BB"/>
    <w:rsid w:val="002A52B7"/>
    <w:rsid w:val="002A5421"/>
    <w:rsid w:val="002A6886"/>
    <w:rsid w:val="002A6ECC"/>
    <w:rsid w:val="002B00A8"/>
    <w:rsid w:val="002B1730"/>
    <w:rsid w:val="002B2F75"/>
    <w:rsid w:val="002B32D8"/>
    <w:rsid w:val="002B3CE6"/>
    <w:rsid w:val="002B5129"/>
    <w:rsid w:val="002B558B"/>
    <w:rsid w:val="002B58EF"/>
    <w:rsid w:val="002B60D6"/>
    <w:rsid w:val="002B678B"/>
    <w:rsid w:val="002B681D"/>
    <w:rsid w:val="002B6AEC"/>
    <w:rsid w:val="002B730E"/>
    <w:rsid w:val="002B7A5B"/>
    <w:rsid w:val="002C0501"/>
    <w:rsid w:val="002C06FF"/>
    <w:rsid w:val="002C0D19"/>
    <w:rsid w:val="002C0DB8"/>
    <w:rsid w:val="002C1206"/>
    <w:rsid w:val="002C1FBA"/>
    <w:rsid w:val="002C2305"/>
    <w:rsid w:val="002C258F"/>
    <w:rsid w:val="002C2881"/>
    <w:rsid w:val="002C3D73"/>
    <w:rsid w:val="002C4341"/>
    <w:rsid w:val="002C443C"/>
    <w:rsid w:val="002C517A"/>
    <w:rsid w:val="002C5AA5"/>
    <w:rsid w:val="002C6192"/>
    <w:rsid w:val="002D0038"/>
    <w:rsid w:val="002D023F"/>
    <w:rsid w:val="002D1A3F"/>
    <w:rsid w:val="002D2883"/>
    <w:rsid w:val="002D39F2"/>
    <w:rsid w:val="002D45DE"/>
    <w:rsid w:val="002D48A3"/>
    <w:rsid w:val="002D5503"/>
    <w:rsid w:val="002D6D60"/>
    <w:rsid w:val="002D772C"/>
    <w:rsid w:val="002D7919"/>
    <w:rsid w:val="002E052C"/>
    <w:rsid w:val="002E0A9D"/>
    <w:rsid w:val="002E154C"/>
    <w:rsid w:val="002E3144"/>
    <w:rsid w:val="002E55E8"/>
    <w:rsid w:val="002E631B"/>
    <w:rsid w:val="002E657B"/>
    <w:rsid w:val="002E678F"/>
    <w:rsid w:val="002E73F2"/>
    <w:rsid w:val="002F03CD"/>
    <w:rsid w:val="002F0851"/>
    <w:rsid w:val="002F114E"/>
    <w:rsid w:val="002F1FAD"/>
    <w:rsid w:val="002F22A9"/>
    <w:rsid w:val="002F22DC"/>
    <w:rsid w:val="002F22FC"/>
    <w:rsid w:val="002F2F00"/>
    <w:rsid w:val="002F30E3"/>
    <w:rsid w:val="002F4A26"/>
    <w:rsid w:val="002F606B"/>
    <w:rsid w:val="002F607C"/>
    <w:rsid w:val="002F6B97"/>
    <w:rsid w:val="002F7795"/>
    <w:rsid w:val="002F7872"/>
    <w:rsid w:val="002F7D5B"/>
    <w:rsid w:val="00300FC7"/>
    <w:rsid w:val="0030114B"/>
    <w:rsid w:val="003018FB"/>
    <w:rsid w:val="00301983"/>
    <w:rsid w:val="0030235C"/>
    <w:rsid w:val="003045CC"/>
    <w:rsid w:val="00305D86"/>
    <w:rsid w:val="003066E1"/>
    <w:rsid w:val="00306E6A"/>
    <w:rsid w:val="00310387"/>
    <w:rsid w:val="00310640"/>
    <w:rsid w:val="0031117B"/>
    <w:rsid w:val="0031174B"/>
    <w:rsid w:val="00311FAA"/>
    <w:rsid w:val="003125C1"/>
    <w:rsid w:val="00314086"/>
    <w:rsid w:val="00315069"/>
    <w:rsid w:val="003153BD"/>
    <w:rsid w:val="00316F34"/>
    <w:rsid w:val="003172FC"/>
    <w:rsid w:val="00317B4D"/>
    <w:rsid w:val="00320D05"/>
    <w:rsid w:val="00320EBF"/>
    <w:rsid w:val="00322EA9"/>
    <w:rsid w:val="00323478"/>
    <w:rsid w:val="00325A41"/>
    <w:rsid w:val="00325BA7"/>
    <w:rsid w:val="00325BC0"/>
    <w:rsid w:val="00326960"/>
    <w:rsid w:val="003272AB"/>
    <w:rsid w:val="00327C2A"/>
    <w:rsid w:val="00327F5B"/>
    <w:rsid w:val="003309B9"/>
    <w:rsid w:val="00330B28"/>
    <w:rsid w:val="00331147"/>
    <w:rsid w:val="003337C9"/>
    <w:rsid w:val="00334881"/>
    <w:rsid w:val="00335148"/>
    <w:rsid w:val="00335898"/>
    <w:rsid w:val="00335BA2"/>
    <w:rsid w:val="00335F13"/>
    <w:rsid w:val="00336150"/>
    <w:rsid w:val="003377C3"/>
    <w:rsid w:val="00337864"/>
    <w:rsid w:val="00337E89"/>
    <w:rsid w:val="003401F1"/>
    <w:rsid w:val="0034086C"/>
    <w:rsid w:val="003429C4"/>
    <w:rsid w:val="003430DE"/>
    <w:rsid w:val="00343670"/>
    <w:rsid w:val="003443B1"/>
    <w:rsid w:val="0034458C"/>
    <w:rsid w:val="003446B7"/>
    <w:rsid w:val="0034526F"/>
    <w:rsid w:val="00345EB9"/>
    <w:rsid w:val="00346360"/>
    <w:rsid w:val="003475C6"/>
    <w:rsid w:val="00347A8E"/>
    <w:rsid w:val="00347C2D"/>
    <w:rsid w:val="003516C7"/>
    <w:rsid w:val="00352C99"/>
    <w:rsid w:val="00352CCE"/>
    <w:rsid w:val="00353016"/>
    <w:rsid w:val="0035381F"/>
    <w:rsid w:val="00353E68"/>
    <w:rsid w:val="003542DE"/>
    <w:rsid w:val="0035470D"/>
    <w:rsid w:val="00355794"/>
    <w:rsid w:val="00355A6F"/>
    <w:rsid w:val="00355BD6"/>
    <w:rsid w:val="00356AD9"/>
    <w:rsid w:val="003600E4"/>
    <w:rsid w:val="00360A6E"/>
    <w:rsid w:val="0036229D"/>
    <w:rsid w:val="00362FE7"/>
    <w:rsid w:val="003634FD"/>
    <w:rsid w:val="00363A6F"/>
    <w:rsid w:val="003648D2"/>
    <w:rsid w:val="003649C3"/>
    <w:rsid w:val="003650CC"/>
    <w:rsid w:val="003669BF"/>
    <w:rsid w:val="00370D97"/>
    <w:rsid w:val="00371052"/>
    <w:rsid w:val="003712BE"/>
    <w:rsid w:val="00371C83"/>
    <w:rsid w:val="0037311A"/>
    <w:rsid w:val="003735C8"/>
    <w:rsid w:val="00373E60"/>
    <w:rsid w:val="00376B7A"/>
    <w:rsid w:val="00376DF8"/>
    <w:rsid w:val="0037703F"/>
    <w:rsid w:val="003772E0"/>
    <w:rsid w:val="0038115B"/>
    <w:rsid w:val="0038189E"/>
    <w:rsid w:val="00381C91"/>
    <w:rsid w:val="003821B2"/>
    <w:rsid w:val="0038333E"/>
    <w:rsid w:val="00384C7D"/>
    <w:rsid w:val="00384FFD"/>
    <w:rsid w:val="003851B8"/>
    <w:rsid w:val="00385E1B"/>
    <w:rsid w:val="0038656E"/>
    <w:rsid w:val="003900D6"/>
    <w:rsid w:val="00390C98"/>
    <w:rsid w:val="00392E35"/>
    <w:rsid w:val="00393238"/>
    <w:rsid w:val="00394625"/>
    <w:rsid w:val="00395952"/>
    <w:rsid w:val="00397950"/>
    <w:rsid w:val="003A10D9"/>
    <w:rsid w:val="003A1703"/>
    <w:rsid w:val="003A1A8B"/>
    <w:rsid w:val="003A21FE"/>
    <w:rsid w:val="003A2CC7"/>
    <w:rsid w:val="003A32AF"/>
    <w:rsid w:val="003A3329"/>
    <w:rsid w:val="003A5D17"/>
    <w:rsid w:val="003A6587"/>
    <w:rsid w:val="003B0DC1"/>
    <w:rsid w:val="003B1C56"/>
    <w:rsid w:val="003B3898"/>
    <w:rsid w:val="003B3E15"/>
    <w:rsid w:val="003B5346"/>
    <w:rsid w:val="003B535E"/>
    <w:rsid w:val="003B67D5"/>
    <w:rsid w:val="003B76C7"/>
    <w:rsid w:val="003B77A1"/>
    <w:rsid w:val="003B7F36"/>
    <w:rsid w:val="003C0859"/>
    <w:rsid w:val="003C124A"/>
    <w:rsid w:val="003C1339"/>
    <w:rsid w:val="003C1454"/>
    <w:rsid w:val="003C269E"/>
    <w:rsid w:val="003C397A"/>
    <w:rsid w:val="003C4BAF"/>
    <w:rsid w:val="003C572C"/>
    <w:rsid w:val="003C670B"/>
    <w:rsid w:val="003C6EED"/>
    <w:rsid w:val="003D0B78"/>
    <w:rsid w:val="003D104A"/>
    <w:rsid w:val="003D2B32"/>
    <w:rsid w:val="003D403F"/>
    <w:rsid w:val="003D5219"/>
    <w:rsid w:val="003D534C"/>
    <w:rsid w:val="003D6F42"/>
    <w:rsid w:val="003D732F"/>
    <w:rsid w:val="003D7E65"/>
    <w:rsid w:val="003E2FA2"/>
    <w:rsid w:val="003E337B"/>
    <w:rsid w:val="003E3425"/>
    <w:rsid w:val="003E3852"/>
    <w:rsid w:val="003E385D"/>
    <w:rsid w:val="003E40BB"/>
    <w:rsid w:val="003E410E"/>
    <w:rsid w:val="003E5127"/>
    <w:rsid w:val="003E615B"/>
    <w:rsid w:val="003E65E9"/>
    <w:rsid w:val="003E6E59"/>
    <w:rsid w:val="003E7159"/>
    <w:rsid w:val="003E7461"/>
    <w:rsid w:val="003E7FA1"/>
    <w:rsid w:val="003F0FB2"/>
    <w:rsid w:val="003F157A"/>
    <w:rsid w:val="003F1FCF"/>
    <w:rsid w:val="003F22B1"/>
    <w:rsid w:val="003F3D5E"/>
    <w:rsid w:val="003F40A5"/>
    <w:rsid w:val="003F4CAC"/>
    <w:rsid w:val="003F4D3A"/>
    <w:rsid w:val="003F4E92"/>
    <w:rsid w:val="003F4F66"/>
    <w:rsid w:val="003F54E9"/>
    <w:rsid w:val="003F794A"/>
    <w:rsid w:val="003F7C07"/>
    <w:rsid w:val="004000A5"/>
    <w:rsid w:val="0040157D"/>
    <w:rsid w:val="00401B7C"/>
    <w:rsid w:val="0040236D"/>
    <w:rsid w:val="0040358C"/>
    <w:rsid w:val="00404682"/>
    <w:rsid w:val="00404C4F"/>
    <w:rsid w:val="00406173"/>
    <w:rsid w:val="00406E2A"/>
    <w:rsid w:val="004075BF"/>
    <w:rsid w:val="00407CB8"/>
    <w:rsid w:val="00410BB8"/>
    <w:rsid w:val="0041107C"/>
    <w:rsid w:val="00413AF6"/>
    <w:rsid w:val="00414284"/>
    <w:rsid w:val="004162CA"/>
    <w:rsid w:val="00417173"/>
    <w:rsid w:val="004172AE"/>
    <w:rsid w:val="00417623"/>
    <w:rsid w:val="00417911"/>
    <w:rsid w:val="00417B51"/>
    <w:rsid w:val="0042037D"/>
    <w:rsid w:val="00423E15"/>
    <w:rsid w:val="00424644"/>
    <w:rsid w:val="00424697"/>
    <w:rsid w:val="004246E5"/>
    <w:rsid w:val="00424B7D"/>
    <w:rsid w:val="00424C30"/>
    <w:rsid w:val="00425768"/>
    <w:rsid w:val="00426817"/>
    <w:rsid w:val="00426E5C"/>
    <w:rsid w:val="00427DE8"/>
    <w:rsid w:val="00430B5A"/>
    <w:rsid w:val="00430BBB"/>
    <w:rsid w:val="00430C17"/>
    <w:rsid w:val="00431767"/>
    <w:rsid w:val="0043263C"/>
    <w:rsid w:val="00432B0A"/>
    <w:rsid w:val="00433CE0"/>
    <w:rsid w:val="0043469B"/>
    <w:rsid w:val="00434849"/>
    <w:rsid w:val="004367DB"/>
    <w:rsid w:val="0043713E"/>
    <w:rsid w:val="004403B6"/>
    <w:rsid w:val="00440C11"/>
    <w:rsid w:val="0044177D"/>
    <w:rsid w:val="00442BA6"/>
    <w:rsid w:val="00444935"/>
    <w:rsid w:val="004457D8"/>
    <w:rsid w:val="00445C5A"/>
    <w:rsid w:val="004475A4"/>
    <w:rsid w:val="00450153"/>
    <w:rsid w:val="00450677"/>
    <w:rsid w:val="00450AAB"/>
    <w:rsid w:val="004523EB"/>
    <w:rsid w:val="004546AF"/>
    <w:rsid w:val="00454CD2"/>
    <w:rsid w:val="00456491"/>
    <w:rsid w:val="0045798B"/>
    <w:rsid w:val="0045798D"/>
    <w:rsid w:val="004605CD"/>
    <w:rsid w:val="004609A8"/>
    <w:rsid w:val="00461ABC"/>
    <w:rsid w:val="004620D8"/>
    <w:rsid w:val="0046321D"/>
    <w:rsid w:val="004646CF"/>
    <w:rsid w:val="00465156"/>
    <w:rsid w:val="0046578A"/>
    <w:rsid w:val="0046644E"/>
    <w:rsid w:val="00466A3B"/>
    <w:rsid w:val="004675DB"/>
    <w:rsid w:val="00470D17"/>
    <w:rsid w:val="00471AEA"/>
    <w:rsid w:val="004720EC"/>
    <w:rsid w:val="00472566"/>
    <w:rsid w:val="00472808"/>
    <w:rsid w:val="00472F43"/>
    <w:rsid w:val="00473F60"/>
    <w:rsid w:val="00474192"/>
    <w:rsid w:val="004745BB"/>
    <w:rsid w:val="00474C69"/>
    <w:rsid w:val="00474E26"/>
    <w:rsid w:val="00475067"/>
    <w:rsid w:val="00476374"/>
    <w:rsid w:val="00480786"/>
    <w:rsid w:val="00481D58"/>
    <w:rsid w:val="00483632"/>
    <w:rsid w:val="00483B04"/>
    <w:rsid w:val="00483B5B"/>
    <w:rsid w:val="00484B77"/>
    <w:rsid w:val="00485ABC"/>
    <w:rsid w:val="00485E51"/>
    <w:rsid w:val="004860A6"/>
    <w:rsid w:val="00486855"/>
    <w:rsid w:val="004873DC"/>
    <w:rsid w:val="00487C75"/>
    <w:rsid w:val="00490155"/>
    <w:rsid w:val="00490E4A"/>
    <w:rsid w:val="00490FC7"/>
    <w:rsid w:val="004910AE"/>
    <w:rsid w:val="00491155"/>
    <w:rsid w:val="00491303"/>
    <w:rsid w:val="004930EE"/>
    <w:rsid w:val="00494BA5"/>
    <w:rsid w:val="00494C83"/>
    <w:rsid w:val="0049506C"/>
    <w:rsid w:val="0049768B"/>
    <w:rsid w:val="00497A87"/>
    <w:rsid w:val="004A153F"/>
    <w:rsid w:val="004A1858"/>
    <w:rsid w:val="004A26CC"/>
    <w:rsid w:val="004A2B2F"/>
    <w:rsid w:val="004A34A4"/>
    <w:rsid w:val="004A36F4"/>
    <w:rsid w:val="004A46F1"/>
    <w:rsid w:val="004A4FAC"/>
    <w:rsid w:val="004A5DD5"/>
    <w:rsid w:val="004A65A9"/>
    <w:rsid w:val="004A77C0"/>
    <w:rsid w:val="004B062C"/>
    <w:rsid w:val="004B1DE2"/>
    <w:rsid w:val="004B3BFE"/>
    <w:rsid w:val="004B3E53"/>
    <w:rsid w:val="004B42A6"/>
    <w:rsid w:val="004B4F42"/>
    <w:rsid w:val="004B6112"/>
    <w:rsid w:val="004B6328"/>
    <w:rsid w:val="004B7167"/>
    <w:rsid w:val="004C007B"/>
    <w:rsid w:val="004C0A0D"/>
    <w:rsid w:val="004C11E3"/>
    <w:rsid w:val="004C2294"/>
    <w:rsid w:val="004C24D0"/>
    <w:rsid w:val="004C2BA7"/>
    <w:rsid w:val="004C31EB"/>
    <w:rsid w:val="004C549A"/>
    <w:rsid w:val="004C5570"/>
    <w:rsid w:val="004C5B3F"/>
    <w:rsid w:val="004C5F48"/>
    <w:rsid w:val="004C71A8"/>
    <w:rsid w:val="004D11D4"/>
    <w:rsid w:val="004D12C4"/>
    <w:rsid w:val="004D1BC2"/>
    <w:rsid w:val="004D4338"/>
    <w:rsid w:val="004D4B0F"/>
    <w:rsid w:val="004D4FC7"/>
    <w:rsid w:val="004D4FCA"/>
    <w:rsid w:val="004D5092"/>
    <w:rsid w:val="004D6273"/>
    <w:rsid w:val="004D757B"/>
    <w:rsid w:val="004E04BD"/>
    <w:rsid w:val="004E1110"/>
    <w:rsid w:val="004E1A00"/>
    <w:rsid w:val="004E24F0"/>
    <w:rsid w:val="004E278D"/>
    <w:rsid w:val="004E2DBD"/>
    <w:rsid w:val="004E3FCE"/>
    <w:rsid w:val="004E56C4"/>
    <w:rsid w:val="004E57F3"/>
    <w:rsid w:val="004E5A46"/>
    <w:rsid w:val="004E692B"/>
    <w:rsid w:val="004F02CF"/>
    <w:rsid w:val="004F0463"/>
    <w:rsid w:val="004F0AEA"/>
    <w:rsid w:val="004F1AD6"/>
    <w:rsid w:val="004F32F5"/>
    <w:rsid w:val="004F456A"/>
    <w:rsid w:val="004F4DD5"/>
    <w:rsid w:val="004F60BF"/>
    <w:rsid w:val="004F64E9"/>
    <w:rsid w:val="004F680C"/>
    <w:rsid w:val="004F7EE7"/>
    <w:rsid w:val="00500B67"/>
    <w:rsid w:val="00502292"/>
    <w:rsid w:val="00504415"/>
    <w:rsid w:val="0050493A"/>
    <w:rsid w:val="00505438"/>
    <w:rsid w:val="005065BC"/>
    <w:rsid w:val="005112F7"/>
    <w:rsid w:val="005126F8"/>
    <w:rsid w:val="00512A9E"/>
    <w:rsid w:val="0051411F"/>
    <w:rsid w:val="0051424E"/>
    <w:rsid w:val="00516617"/>
    <w:rsid w:val="005166C4"/>
    <w:rsid w:val="00517628"/>
    <w:rsid w:val="005179AD"/>
    <w:rsid w:val="0052025E"/>
    <w:rsid w:val="0052084A"/>
    <w:rsid w:val="00520CD2"/>
    <w:rsid w:val="005244FE"/>
    <w:rsid w:val="005249DD"/>
    <w:rsid w:val="0052601F"/>
    <w:rsid w:val="005272CE"/>
    <w:rsid w:val="005275CA"/>
    <w:rsid w:val="005300D7"/>
    <w:rsid w:val="00531A61"/>
    <w:rsid w:val="005333C4"/>
    <w:rsid w:val="00533F82"/>
    <w:rsid w:val="00534364"/>
    <w:rsid w:val="00534C8E"/>
    <w:rsid w:val="00534F35"/>
    <w:rsid w:val="005359C1"/>
    <w:rsid w:val="005363AD"/>
    <w:rsid w:val="00536AC4"/>
    <w:rsid w:val="00536EB2"/>
    <w:rsid w:val="00537E99"/>
    <w:rsid w:val="00540630"/>
    <w:rsid w:val="00540980"/>
    <w:rsid w:val="00540A4D"/>
    <w:rsid w:val="00541047"/>
    <w:rsid w:val="00542C64"/>
    <w:rsid w:val="00543D08"/>
    <w:rsid w:val="00544B99"/>
    <w:rsid w:val="0054504B"/>
    <w:rsid w:val="005450E3"/>
    <w:rsid w:val="00545E93"/>
    <w:rsid w:val="00546326"/>
    <w:rsid w:val="00546CAB"/>
    <w:rsid w:val="00546FE3"/>
    <w:rsid w:val="00547142"/>
    <w:rsid w:val="005478D1"/>
    <w:rsid w:val="00547B55"/>
    <w:rsid w:val="005508C7"/>
    <w:rsid w:val="00551C53"/>
    <w:rsid w:val="00552B25"/>
    <w:rsid w:val="00552D80"/>
    <w:rsid w:val="00552EA4"/>
    <w:rsid w:val="00553924"/>
    <w:rsid w:val="00553AE9"/>
    <w:rsid w:val="00554057"/>
    <w:rsid w:val="00554232"/>
    <w:rsid w:val="0055424A"/>
    <w:rsid w:val="00554B16"/>
    <w:rsid w:val="00555BF3"/>
    <w:rsid w:val="00555E59"/>
    <w:rsid w:val="00555E62"/>
    <w:rsid w:val="00556ED6"/>
    <w:rsid w:val="005572B9"/>
    <w:rsid w:val="00561178"/>
    <w:rsid w:val="00561769"/>
    <w:rsid w:val="005621F9"/>
    <w:rsid w:val="00562A74"/>
    <w:rsid w:val="00563202"/>
    <w:rsid w:val="00565532"/>
    <w:rsid w:val="005656DA"/>
    <w:rsid w:val="00565C58"/>
    <w:rsid w:val="00566AE0"/>
    <w:rsid w:val="00567F76"/>
    <w:rsid w:val="005701F5"/>
    <w:rsid w:val="0057053B"/>
    <w:rsid w:val="0057077E"/>
    <w:rsid w:val="00571B45"/>
    <w:rsid w:val="0057252E"/>
    <w:rsid w:val="005725CA"/>
    <w:rsid w:val="00572BC9"/>
    <w:rsid w:val="00572C37"/>
    <w:rsid w:val="00573660"/>
    <w:rsid w:val="005739A7"/>
    <w:rsid w:val="00574012"/>
    <w:rsid w:val="005744FB"/>
    <w:rsid w:val="00575542"/>
    <w:rsid w:val="00576CF2"/>
    <w:rsid w:val="0057733D"/>
    <w:rsid w:val="00577977"/>
    <w:rsid w:val="0058021F"/>
    <w:rsid w:val="0058026C"/>
    <w:rsid w:val="005813A9"/>
    <w:rsid w:val="00583015"/>
    <w:rsid w:val="0058388A"/>
    <w:rsid w:val="005838D5"/>
    <w:rsid w:val="0058529B"/>
    <w:rsid w:val="005857F7"/>
    <w:rsid w:val="00585D64"/>
    <w:rsid w:val="00587701"/>
    <w:rsid w:val="0058784F"/>
    <w:rsid w:val="00587933"/>
    <w:rsid w:val="00591FBD"/>
    <w:rsid w:val="005946B0"/>
    <w:rsid w:val="00594DF1"/>
    <w:rsid w:val="005951D2"/>
    <w:rsid w:val="00595800"/>
    <w:rsid w:val="00597992"/>
    <w:rsid w:val="00597CFD"/>
    <w:rsid w:val="00597FEA"/>
    <w:rsid w:val="005A0A02"/>
    <w:rsid w:val="005A2B14"/>
    <w:rsid w:val="005A3157"/>
    <w:rsid w:val="005A3624"/>
    <w:rsid w:val="005A39B0"/>
    <w:rsid w:val="005A487A"/>
    <w:rsid w:val="005A51F7"/>
    <w:rsid w:val="005A5791"/>
    <w:rsid w:val="005A63A9"/>
    <w:rsid w:val="005B294D"/>
    <w:rsid w:val="005B3766"/>
    <w:rsid w:val="005B3C66"/>
    <w:rsid w:val="005B47FB"/>
    <w:rsid w:val="005B4A66"/>
    <w:rsid w:val="005B4B20"/>
    <w:rsid w:val="005B548C"/>
    <w:rsid w:val="005B65DC"/>
    <w:rsid w:val="005B6878"/>
    <w:rsid w:val="005B6F22"/>
    <w:rsid w:val="005B755C"/>
    <w:rsid w:val="005B7BFF"/>
    <w:rsid w:val="005C0689"/>
    <w:rsid w:val="005C0BA4"/>
    <w:rsid w:val="005C0CB6"/>
    <w:rsid w:val="005C11E3"/>
    <w:rsid w:val="005C145E"/>
    <w:rsid w:val="005C1A9C"/>
    <w:rsid w:val="005C1CAE"/>
    <w:rsid w:val="005C3361"/>
    <w:rsid w:val="005C6153"/>
    <w:rsid w:val="005C6B18"/>
    <w:rsid w:val="005C6C91"/>
    <w:rsid w:val="005D02A9"/>
    <w:rsid w:val="005D0D16"/>
    <w:rsid w:val="005D2971"/>
    <w:rsid w:val="005D36D8"/>
    <w:rsid w:val="005D41FB"/>
    <w:rsid w:val="005D5086"/>
    <w:rsid w:val="005D524C"/>
    <w:rsid w:val="005D5290"/>
    <w:rsid w:val="005D6818"/>
    <w:rsid w:val="005E019A"/>
    <w:rsid w:val="005E15D4"/>
    <w:rsid w:val="005E1A69"/>
    <w:rsid w:val="005E326E"/>
    <w:rsid w:val="005E4CBA"/>
    <w:rsid w:val="005E5CB0"/>
    <w:rsid w:val="005E6C9E"/>
    <w:rsid w:val="005F002F"/>
    <w:rsid w:val="005F0C7A"/>
    <w:rsid w:val="005F0E70"/>
    <w:rsid w:val="005F12BD"/>
    <w:rsid w:val="005F2B7B"/>
    <w:rsid w:val="005F300E"/>
    <w:rsid w:val="005F3D76"/>
    <w:rsid w:val="005F5B78"/>
    <w:rsid w:val="005F6215"/>
    <w:rsid w:val="005F6362"/>
    <w:rsid w:val="00600FC2"/>
    <w:rsid w:val="00601018"/>
    <w:rsid w:val="00601FCC"/>
    <w:rsid w:val="006020E0"/>
    <w:rsid w:val="00602B93"/>
    <w:rsid w:val="00604A00"/>
    <w:rsid w:val="00605437"/>
    <w:rsid w:val="00606BC9"/>
    <w:rsid w:val="00610495"/>
    <w:rsid w:val="006115B7"/>
    <w:rsid w:val="00611D49"/>
    <w:rsid w:val="00612C71"/>
    <w:rsid w:val="00613125"/>
    <w:rsid w:val="00613548"/>
    <w:rsid w:val="006142C2"/>
    <w:rsid w:val="006159ED"/>
    <w:rsid w:val="00615D02"/>
    <w:rsid w:val="00616E5A"/>
    <w:rsid w:val="0061722A"/>
    <w:rsid w:val="006172B5"/>
    <w:rsid w:val="006203F0"/>
    <w:rsid w:val="006213BA"/>
    <w:rsid w:val="0062286F"/>
    <w:rsid w:val="00623819"/>
    <w:rsid w:val="0062405F"/>
    <w:rsid w:val="00625F4F"/>
    <w:rsid w:val="0062682E"/>
    <w:rsid w:val="00632328"/>
    <w:rsid w:val="006325D8"/>
    <w:rsid w:val="00632C6B"/>
    <w:rsid w:val="006336E8"/>
    <w:rsid w:val="006340C3"/>
    <w:rsid w:val="006355F1"/>
    <w:rsid w:val="0063568A"/>
    <w:rsid w:val="0063577B"/>
    <w:rsid w:val="00635B7D"/>
    <w:rsid w:val="006361B2"/>
    <w:rsid w:val="00636428"/>
    <w:rsid w:val="00637202"/>
    <w:rsid w:val="0063733C"/>
    <w:rsid w:val="00637879"/>
    <w:rsid w:val="00641238"/>
    <w:rsid w:val="00641B23"/>
    <w:rsid w:val="0064362F"/>
    <w:rsid w:val="006439C1"/>
    <w:rsid w:val="00644BD0"/>
    <w:rsid w:val="00645656"/>
    <w:rsid w:val="00646941"/>
    <w:rsid w:val="00646B53"/>
    <w:rsid w:val="00646EB2"/>
    <w:rsid w:val="0064711B"/>
    <w:rsid w:val="0065078E"/>
    <w:rsid w:val="0065146E"/>
    <w:rsid w:val="00653291"/>
    <w:rsid w:val="006533D8"/>
    <w:rsid w:val="00653845"/>
    <w:rsid w:val="00655946"/>
    <w:rsid w:val="00660617"/>
    <w:rsid w:val="006607C7"/>
    <w:rsid w:val="00660EAF"/>
    <w:rsid w:val="00662BC2"/>
    <w:rsid w:val="00662CF3"/>
    <w:rsid w:val="00663BFF"/>
    <w:rsid w:val="0066415E"/>
    <w:rsid w:val="00665602"/>
    <w:rsid w:val="00667C07"/>
    <w:rsid w:val="00670002"/>
    <w:rsid w:val="0067090E"/>
    <w:rsid w:val="006709C8"/>
    <w:rsid w:val="0067222E"/>
    <w:rsid w:val="00673C5C"/>
    <w:rsid w:val="0067420B"/>
    <w:rsid w:val="0067655A"/>
    <w:rsid w:val="00676B1E"/>
    <w:rsid w:val="00681488"/>
    <w:rsid w:val="0068179D"/>
    <w:rsid w:val="00681F52"/>
    <w:rsid w:val="00681FDE"/>
    <w:rsid w:val="00682F60"/>
    <w:rsid w:val="0068362D"/>
    <w:rsid w:val="00683780"/>
    <w:rsid w:val="00684AB0"/>
    <w:rsid w:val="00684BDD"/>
    <w:rsid w:val="0068522E"/>
    <w:rsid w:val="0068609E"/>
    <w:rsid w:val="00686ADB"/>
    <w:rsid w:val="00686E38"/>
    <w:rsid w:val="00687D5A"/>
    <w:rsid w:val="00692047"/>
    <w:rsid w:val="0069255D"/>
    <w:rsid w:val="00692998"/>
    <w:rsid w:val="006936B2"/>
    <w:rsid w:val="006938A9"/>
    <w:rsid w:val="0069391A"/>
    <w:rsid w:val="00693F9B"/>
    <w:rsid w:val="006968B1"/>
    <w:rsid w:val="006A1501"/>
    <w:rsid w:val="006A28D5"/>
    <w:rsid w:val="006A3976"/>
    <w:rsid w:val="006A3BE5"/>
    <w:rsid w:val="006A4DB2"/>
    <w:rsid w:val="006B172E"/>
    <w:rsid w:val="006B1A42"/>
    <w:rsid w:val="006B3674"/>
    <w:rsid w:val="006B4AB1"/>
    <w:rsid w:val="006B4BD4"/>
    <w:rsid w:val="006B75ED"/>
    <w:rsid w:val="006C116E"/>
    <w:rsid w:val="006C2BF5"/>
    <w:rsid w:val="006C4570"/>
    <w:rsid w:val="006C4F18"/>
    <w:rsid w:val="006C58D6"/>
    <w:rsid w:val="006C5F3E"/>
    <w:rsid w:val="006C5F87"/>
    <w:rsid w:val="006C6B44"/>
    <w:rsid w:val="006C7030"/>
    <w:rsid w:val="006C75A1"/>
    <w:rsid w:val="006D0E7A"/>
    <w:rsid w:val="006D1831"/>
    <w:rsid w:val="006D1CC1"/>
    <w:rsid w:val="006D4202"/>
    <w:rsid w:val="006D4355"/>
    <w:rsid w:val="006D4FB4"/>
    <w:rsid w:val="006D6865"/>
    <w:rsid w:val="006D6B66"/>
    <w:rsid w:val="006D7451"/>
    <w:rsid w:val="006D767A"/>
    <w:rsid w:val="006D7E4A"/>
    <w:rsid w:val="006E0750"/>
    <w:rsid w:val="006E0BDB"/>
    <w:rsid w:val="006E184E"/>
    <w:rsid w:val="006E1CAB"/>
    <w:rsid w:val="006E3186"/>
    <w:rsid w:val="006E3AD0"/>
    <w:rsid w:val="006E42EB"/>
    <w:rsid w:val="006E5340"/>
    <w:rsid w:val="006E59D9"/>
    <w:rsid w:val="006E6474"/>
    <w:rsid w:val="006E669F"/>
    <w:rsid w:val="006E734B"/>
    <w:rsid w:val="006E785F"/>
    <w:rsid w:val="006F05ED"/>
    <w:rsid w:val="006F1660"/>
    <w:rsid w:val="006F26B6"/>
    <w:rsid w:val="006F3083"/>
    <w:rsid w:val="006F3AC8"/>
    <w:rsid w:val="006F58BB"/>
    <w:rsid w:val="006F738F"/>
    <w:rsid w:val="007007B9"/>
    <w:rsid w:val="00700AAB"/>
    <w:rsid w:val="00701625"/>
    <w:rsid w:val="007017E1"/>
    <w:rsid w:val="00701BFC"/>
    <w:rsid w:val="0070263B"/>
    <w:rsid w:val="007044B7"/>
    <w:rsid w:val="0070490D"/>
    <w:rsid w:val="00704E7C"/>
    <w:rsid w:val="00706278"/>
    <w:rsid w:val="00707725"/>
    <w:rsid w:val="00710124"/>
    <w:rsid w:val="00710798"/>
    <w:rsid w:val="00710E0C"/>
    <w:rsid w:val="00710EB0"/>
    <w:rsid w:val="007124F3"/>
    <w:rsid w:val="0071489F"/>
    <w:rsid w:val="00716397"/>
    <w:rsid w:val="007166F0"/>
    <w:rsid w:val="007170F9"/>
    <w:rsid w:val="007172C4"/>
    <w:rsid w:val="007201BC"/>
    <w:rsid w:val="00722182"/>
    <w:rsid w:val="007222FE"/>
    <w:rsid w:val="00722C32"/>
    <w:rsid w:val="00725BD2"/>
    <w:rsid w:val="00726ACE"/>
    <w:rsid w:val="00730EA6"/>
    <w:rsid w:val="00731446"/>
    <w:rsid w:val="00732191"/>
    <w:rsid w:val="007335A7"/>
    <w:rsid w:val="007343B1"/>
    <w:rsid w:val="00734C3B"/>
    <w:rsid w:val="0073501A"/>
    <w:rsid w:val="007353F8"/>
    <w:rsid w:val="00735581"/>
    <w:rsid w:val="00735793"/>
    <w:rsid w:val="007412F9"/>
    <w:rsid w:val="00743287"/>
    <w:rsid w:val="00744785"/>
    <w:rsid w:val="0074489B"/>
    <w:rsid w:val="00744A3A"/>
    <w:rsid w:val="00746501"/>
    <w:rsid w:val="00747247"/>
    <w:rsid w:val="007474E3"/>
    <w:rsid w:val="00747AF8"/>
    <w:rsid w:val="0075052F"/>
    <w:rsid w:val="00750EFD"/>
    <w:rsid w:val="00751BE6"/>
    <w:rsid w:val="00752B1B"/>
    <w:rsid w:val="00753288"/>
    <w:rsid w:val="00753A90"/>
    <w:rsid w:val="00753C69"/>
    <w:rsid w:val="00753F07"/>
    <w:rsid w:val="007543C0"/>
    <w:rsid w:val="00754E8D"/>
    <w:rsid w:val="007552DC"/>
    <w:rsid w:val="00755B69"/>
    <w:rsid w:val="00755E10"/>
    <w:rsid w:val="0075739F"/>
    <w:rsid w:val="00757629"/>
    <w:rsid w:val="00757BF9"/>
    <w:rsid w:val="0076008E"/>
    <w:rsid w:val="007608C6"/>
    <w:rsid w:val="007622ED"/>
    <w:rsid w:val="00762B70"/>
    <w:rsid w:val="00763DB8"/>
    <w:rsid w:val="007659A6"/>
    <w:rsid w:val="00765EB2"/>
    <w:rsid w:val="00765F83"/>
    <w:rsid w:val="007662D9"/>
    <w:rsid w:val="00766BFB"/>
    <w:rsid w:val="00766F73"/>
    <w:rsid w:val="0076774F"/>
    <w:rsid w:val="007720C2"/>
    <w:rsid w:val="00772BFE"/>
    <w:rsid w:val="007735A0"/>
    <w:rsid w:val="0077362D"/>
    <w:rsid w:val="00773D1C"/>
    <w:rsid w:val="0077568B"/>
    <w:rsid w:val="00775DDF"/>
    <w:rsid w:val="00776220"/>
    <w:rsid w:val="0077623A"/>
    <w:rsid w:val="00776511"/>
    <w:rsid w:val="0077723F"/>
    <w:rsid w:val="007772E7"/>
    <w:rsid w:val="00780D8E"/>
    <w:rsid w:val="00780F11"/>
    <w:rsid w:val="00781141"/>
    <w:rsid w:val="007814DD"/>
    <w:rsid w:val="00781BDF"/>
    <w:rsid w:val="007832CA"/>
    <w:rsid w:val="007845B3"/>
    <w:rsid w:val="00784AEC"/>
    <w:rsid w:val="007870B8"/>
    <w:rsid w:val="00787640"/>
    <w:rsid w:val="00787892"/>
    <w:rsid w:val="007902D6"/>
    <w:rsid w:val="007919E7"/>
    <w:rsid w:val="007919FE"/>
    <w:rsid w:val="00791D16"/>
    <w:rsid w:val="00792142"/>
    <w:rsid w:val="007923A5"/>
    <w:rsid w:val="00792865"/>
    <w:rsid w:val="00792CCE"/>
    <w:rsid w:val="007938C7"/>
    <w:rsid w:val="00795F28"/>
    <w:rsid w:val="007A0841"/>
    <w:rsid w:val="007A0C8C"/>
    <w:rsid w:val="007A0FEE"/>
    <w:rsid w:val="007A202B"/>
    <w:rsid w:val="007A2925"/>
    <w:rsid w:val="007A2AD2"/>
    <w:rsid w:val="007A45CB"/>
    <w:rsid w:val="007A497C"/>
    <w:rsid w:val="007A4F0A"/>
    <w:rsid w:val="007A610C"/>
    <w:rsid w:val="007A6365"/>
    <w:rsid w:val="007A6D96"/>
    <w:rsid w:val="007A6E73"/>
    <w:rsid w:val="007A715A"/>
    <w:rsid w:val="007A7515"/>
    <w:rsid w:val="007B0A53"/>
    <w:rsid w:val="007B138F"/>
    <w:rsid w:val="007B1892"/>
    <w:rsid w:val="007B29BF"/>
    <w:rsid w:val="007B363F"/>
    <w:rsid w:val="007B3765"/>
    <w:rsid w:val="007B3F33"/>
    <w:rsid w:val="007B402A"/>
    <w:rsid w:val="007B44E6"/>
    <w:rsid w:val="007B57CF"/>
    <w:rsid w:val="007B5C44"/>
    <w:rsid w:val="007B5EB3"/>
    <w:rsid w:val="007C12A9"/>
    <w:rsid w:val="007C1535"/>
    <w:rsid w:val="007C3953"/>
    <w:rsid w:val="007C4044"/>
    <w:rsid w:val="007C5912"/>
    <w:rsid w:val="007C6B4F"/>
    <w:rsid w:val="007C6C7B"/>
    <w:rsid w:val="007C7435"/>
    <w:rsid w:val="007C79D1"/>
    <w:rsid w:val="007D04CC"/>
    <w:rsid w:val="007D0A60"/>
    <w:rsid w:val="007D132C"/>
    <w:rsid w:val="007D14BC"/>
    <w:rsid w:val="007D2A0C"/>
    <w:rsid w:val="007D50D1"/>
    <w:rsid w:val="007D53C2"/>
    <w:rsid w:val="007D640F"/>
    <w:rsid w:val="007D67FD"/>
    <w:rsid w:val="007D6A1E"/>
    <w:rsid w:val="007D7C74"/>
    <w:rsid w:val="007E19F7"/>
    <w:rsid w:val="007E2A0A"/>
    <w:rsid w:val="007E30AD"/>
    <w:rsid w:val="007E310D"/>
    <w:rsid w:val="007E3149"/>
    <w:rsid w:val="007E4663"/>
    <w:rsid w:val="007E494E"/>
    <w:rsid w:val="007E4E65"/>
    <w:rsid w:val="007E6718"/>
    <w:rsid w:val="007E7D57"/>
    <w:rsid w:val="007F0997"/>
    <w:rsid w:val="007F15B9"/>
    <w:rsid w:val="007F2F21"/>
    <w:rsid w:val="007F4107"/>
    <w:rsid w:val="007F4973"/>
    <w:rsid w:val="007F5A48"/>
    <w:rsid w:val="00800572"/>
    <w:rsid w:val="0080081A"/>
    <w:rsid w:val="00800901"/>
    <w:rsid w:val="008024C6"/>
    <w:rsid w:val="00803B69"/>
    <w:rsid w:val="00803D04"/>
    <w:rsid w:val="00804AB0"/>
    <w:rsid w:val="008071B2"/>
    <w:rsid w:val="00810AC1"/>
    <w:rsid w:val="00811621"/>
    <w:rsid w:val="008118FE"/>
    <w:rsid w:val="00811F7D"/>
    <w:rsid w:val="0081220F"/>
    <w:rsid w:val="00812C3F"/>
    <w:rsid w:val="00814086"/>
    <w:rsid w:val="00814BF8"/>
    <w:rsid w:val="00815A8D"/>
    <w:rsid w:val="008160E8"/>
    <w:rsid w:val="0082027C"/>
    <w:rsid w:val="00820C99"/>
    <w:rsid w:val="008210FE"/>
    <w:rsid w:val="00822410"/>
    <w:rsid w:val="0082261D"/>
    <w:rsid w:val="00822886"/>
    <w:rsid w:val="008228D0"/>
    <w:rsid w:val="008228EE"/>
    <w:rsid w:val="00824882"/>
    <w:rsid w:val="00824E89"/>
    <w:rsid w:val="00825F0E"/>
    <w:rsid w:val="00826084"/>
    <w:rsid w:val="008266E5"/>
    <w:rsid w:val="00826A00"/>
    <w:rsid w:val="00827A75"/>
    <w:rsid w:val="00831679"/>
    <w:rsid w:val="008320A2"/>
    <w:rsid w:val="00832BA3"/>
    <w:rsid w:val="008336DF"/>
    <w:rsid w:val="0083484F"/>
    <w:rsid w:val="00834E49"/>
    <w:rsid w:val="008361C7"/>
    <w:rsid w:val="00836992"/>
    <w:rsid w:val="00836D90"/>
    <w:rsid w:val="0083715C"/>
    <w:rsid w:val="00840150"/>
    <w:rsid w:val="0084076D"/>
    <w:rsid w:val="00840CF9"/>
    <w:rsid w:val="00841B9D"/>
    <w:rsid w:val="008420F9"/>
    <w:rsid w:val="008427D3"/>
    <w:rsid w:val="0084323A"/>
    <w:rsid w:val="008433C4"/>
    <w:rsid w:val="0084348F"/>
    <w:rsid w:val="0084443E"/>
    <w:rsid w:val="008464CE"/>
    <w:rsid w:val="00846A10"/>
    <w:rsid w:val="00850500"/>
    <w:rsid w:val="00850802"/>
    <w:rsid w:val="00850855"/>
    <w:rsid w:val="00851168"/>
    <w:rsid w:val="00851F57"/>
    <w:rsid w:val="00852FEC"/>
    <w:rsid w:val="008533EA"/>
    <w:rsid w:val="008544C4"/>
    <w:rsid w:val="00854BC3"/>
    <w:rsid w:val="00855E81"/>
    <w:rsid w:val="00856176"/>
    <w:rsid w:val="00857093"/>
    <w:rsid w:val="00862FEB"/>
    <w:rsid w:val="00863310"/>
    <w:rsid w:val="00863667"/>
    <w:rsid w:val="00863922"/>
    <w:rsid w:val="00863EC0"/>
    <w:rsid w:val="008641C7"/>
    <w:rsid w:val="00865532"/>
    <w:rsid w:val="00865D8C"/>
    <w:rsid w:val="00867022"/>
    <w:rsid w:val="00871952"/>
    <w:rsid w:val="008729FB"/>
    <w:rsid w:val="00872C4E"/>
    <w:rsid w:val="00873D66"/>
    <w:rsid w:val="0087475E"/>
    <w:rsid w:val="008747F6"/>
    <w:rsid w:val="008760B4"/>
    <w:rsid w:val="00876147"/>
    <w:rsid w:val="00881993"/>
    <w:rsid w:val="00881B67"/>
    <w:rsid w:val="00881BAD"/>
    <w:rsid w:val="00882EDA"/>
    <w:rsid w:val="00882F2E"/>
    <w:rsid w:val="00883F19"/>
    <w:rsid w:val="0088426C"/>
    <w:rsid w:val="00885528"/>
    <w:rsid w:val="00885A08"/>
    <w:rsid w:val="008860DD"/>
    <w:rsid w:val="00886CF9"/>
    <w:rsid w:val="00886DCC"/>
    <w:rsid w:val="00890205"/>
    <w:rsid w:val="00890D92"/>
    <w:rsid w:val="00894023"/>
    <w:rsid w:val="00894EB2"/>
    <w:rsid w:val="008972BB"/>
    <w:rsid w:val="00897F8A"/>
    <w:rsid w:val="008A15E3"/>
    <w:rsid w:val="008A22FA"/>
    <w:rsid w:val="008A2486"/>
    <w:rsid w:val="008A2EF9"/>
    <w:rsid w:val="008A4154"/>
    <w:rsid w:val="008A419F"/>
    <w:rsid w:val="008A4A92"/>
    <w:rsid w:val="008A4DA1"/>
    <w:rsid w:val="008A6824"/>
    <w:rsid w:val="008A6A97"/>
    <w:rsid w:val="008A7535"/>
    <w:rsid w:val="008B1577"/>
    <w:rsid w:val="008B2AFB"/>
    <w:rsid w:val="008B3152"/>
    <w:rsid w:val="008B3775"/>
    <w:rsid w:val="008B3C07"/>
    <w:rsid w:val="008B69B0"/>
    <w:rsid w:val="008B79F6"/>
    <w:rsid w:val="008C0B80"/>
    <w:rsid w:val="008C1352"/>
    <w:rsid w:val="008C1CCF"/>
    <w:rsid w:val="008C2874"/>
    <w:rsid w:val="008C3C97"/>
    <w:rsid w:val="008C62DB"/>
    <w:rsid w:val="008C6A11"/>
    <w:rsid w:val="008C6B6E"/>
    <w:rsid w:val="008C749D"/>
    <w:rsid w:val="008D1439"/>
    <w:rsid w:val="008D303E"/>
    <w:rsid w:val="008D3162"/>
    <w:rsid w:val="008D3350"/>
    <w:rsid w:val="008D41F5"/>
    <w:rsid w:val="008D43FE"/>
    <w:rsid w:val="008D4425"/>
    <w:rsid w:val="008D50B0"/>
    <w:rsid w:val="008D5FC5"/>
    <w:rsid w:val="008D6200"/>
    <w:rsid w:val="008D6BF7"/>
    <w:rsid w:val="008D7402"/>
    <w:rsid w:val="008D7C45"/>
    <w:rsid w:val="008E41E3"/>
    <w:rsid w:val="008E453B"/>
    <w:rsid w:val="008E55CD"/>
    <w:rsid w:val="008E56F8"/>
    <w:rsid w:val="008E5EEC"/>
    <w:rsid w:val="008E5FA4"/>
    <w:rsid w:val="008E650E"/>
    <w:rsid w:val="008E6549"/>
    <w:rsid w:val="008E779E"/>
    <w:rsid w:val="008F3004"/>
    <w:rsid w:val="008F40BE"/>
    <w:rsid w:val="008F40BF"/>
    <w:rsid w:val="008F58DD"/>
    <w:rsid w:val="008F5D2C"/>
    <w:rsid w:val="008F6083"/>
    <w:rsid w:val="008F6A30"/>
    <w:rsid w:val="008F7723"/>
    <w:rsid w:val="008F7A89"/>
    <w:rsid w:val="008F7AA2"/>
    <w:rsid w:val="008F7BBB"/>
    <w:rsid w:val="008F7CB0"/>
    <w:rsid w:val="00900168"/>
    <w:rsid w:val="009001F4"/>
    <w:rsid w:val="00902DC9"/>
    <w:rsid w:val="009031FC"/>
    <w:rsid w:val="00903C3C"/>
    <w:rsid w:val="009046CF"/>
    <w:rsid w:val="009050DA"/>
    <w:rsid w:val="00906797"/>
    <w:rsid w:val="00906AA9"/>
    <w:rsid w:val="00906CEB"/>
    <w:rsid w:val="0090787C"/>
    <w:rsid w:val="00907ED4"/>
    <w:rsid w:val="00907F92"/>
    <w:rsid w:val="00910833"/>
    <w:rsid w:val="009143C6"/>
    <w:rsid w:val="00914B8C"/>
    <w:rsid w:val="00916222"/>
    <w:rsid w:val="00916BFD"/>
    <w:rsid w:val="00917F65"/>
    <w:rsid w:val="009212D7"/>
    <w:rsid w:val="009234F7"/>
    <w:rsid w:val="0092358D"/>
    <w:rsid w:val="00923631"/>
    <w:rsid w:val="0092388E"/>
    <w:rsid w:val="00925988"/>
    <w:rsid w:val="00925F2F"/>
    <w:rsid w:val="0092730B"/>
    <w:rsid w:val="009273C0"/>
    <w:rsid w:val="0093000B"/>
    <w:rsid w:val="0093020F"/>
    <w:rsid w:val="00931D0E"/>
    <w:rsid w:val="009326AF"/>
    <w:rsid w:val="00932723"/>
    <w:rsid w:val="0093297B"/>
    <w:rsid w:val="00932D0A"/>
    <w:rsid w:val="009330A2"/>
    <w:rsid w:val="00933BD7"/>
    <w:rsid w:val="00933BFC"/>
    <w:rsid w:val="00934EA0"/>
    <w:rsid w:val="00936D20"/>
    <w:rsid w:val="009379B8"/>
    <w:rsid w:val="009403CA"/>
    <w:rsid w:val="00940AC9"/>
    <w:rsid w:val="00940F8F"/>
    <w:rsid w:val="00941D5D"/>
    <w:rsid w:val="0094240D"/>
    <w:rsid w:val="00942DD7"/>
    <w:rsid w:val="009431FC"/>
    <w:rsid w:val="00943294"/>
    <w:rsid w:val="00943676"/>
    <w:rsid w:val="0094386D"/>
    <w:rsid w:val="009439CA"/>
    <w:rsid w:val="009441C4"/>
    <w:rsid w:val="009447D4"/>
    <w:rsid w:val="00945CA3"/>
    <w:rsid w:val="00946FA6"/>
    <w:rsid w:val="00950964"/>
    <w:rsid w:val="009510E1"/>
    <w:rsid w:val="00952E24"/>
    <w:rsid w:val="009544F4"/>
    <w:rsid w:val="00954605"/>
    <w:rsid w:val="00954971"/>
    <w:rsid w:val="00954EAF"/>
    <w:rsid w:val="009559E1"/>
    <w:rsid w:val="00957228"/>
    <w:rsid w:val="0095766F"/>
    <w:rsid w:val="00962B3A"/>
    <w:rsid w:val="00962F06"/>
    <w:rsid w:val="00963316"/>
    <w:rsid w:val="00965983"/>
    <w:rsid w:val="00967648"/>
    <w:rsid w:val="0096765A"/>
    <w:rsid w:val="009702A5"/>
    <w:rsid w:val="00970522"/>
    <w:rsid w:val="00972F4A"/>
    <w:rsid w:val="009769CF"/>
    <w:rsid w:val="00977394"/>
    <w:rsid w:val="00980636"/>
    <w:rsid w:val="009828C5"/>
    <w:rsid w:val="00983599"/>
    <w:rsid w:val="009835F3"/>
    <w:rsid w:val="00984006"/>
    <w:rsid w:val="0098496A"/>
    <w:rsid w:val="0098570C"/>
    <w:rsid w:val="00986BEB"/>
    <w:rsid w:val="00991389"/>
    <w:rsid w:val="00991489"/>
    <w:rsid w:val="0099150D"/>
    <w:rsid w:val="00991C20"/>
    <w:rsid w:val="00992027"/>
    <w:rsid w:val="00992143"/>
    <w:rsid w:val="00993BC2"/>
    <w:rsid w:val="00993FBF"/>
    <w:rsid w:val="009951A2"/>
    <w:rsid w:val="009951E8"/>
    <w:rsid w:val="009963E5"/>
    <w:rsid w:val="009966A5"/>
    <w:rsid w:val="0099690A"/>
    <w:rsid w:val="00996993"/>
    <w:rsid w:val="00997BB7"/>
    <w:rsid w:val="009A33D5"/>
    <w:rsid w:val="009A38AC"/>
    <w:rsid w:val="009A3DFB"/>
    <w:rsid w:val="009A4E9A"/>
    <w:rsid w:val="009A66DF"/>
    <w:rsid w:val="009A69C6"/>
    <w:rsid w:val="009A6B6A"/>
    <w:rsid w:val="009A6CDC"/>
    <w:rsid w:val="009A6D9E"/>
    <w:rsid w:val="009A6F23"/>
    <w:rsid w:val="009B0B0E"/>
    <w:rsid w:val="009B0E59"/>
    <w:rsid w:val="009B0E69"/>
    <w:rsid w:val="009B11F3"/>
    <w:rsid w:val="009B17A6"/>
    <w:rsid w:val="009B204C"/>
    <w:rsid w:val="009B2F5C"/>
    <w:rsid w:val="009B3F89"/>
    <w:rsid w:val="009B5ABD"/>
    <w:rsid w:val="009B6AE3"/>
    <w:rsid w:val="009B7917"/>
    <w:rsid w:val="009C075D"/>
    <w:rsid w:val="009C0A52"/>
    <w:rsid w:val="009C0AB7"/>
    <w:rsid w:val="009C0E50"/>
    <w:rsid w:val="009C0EAC"/>
    <w:rsid w:val="009C1025"/>
    <w:rsid w:val="009C183E"/>
    <w:rsid w:val="009C3937"/>
    <w:rsid w:val="009C7A80"/>
    <w:rsid w:val="009D04C4"/>
    <w:rsid w:val="009D057A"/>
    <w:rsid w:val="009D058A"/>
    <w:rsid w:val="009D05CD"/>
    <w:rsid w:val="009D0907"/>
    <w:rsid w:val="009D0A75"/>
    <w:rsid w:val="009D0D98"/>
    <w:rsid w:val="009D1303"/>
    <w:rsid w:val="009D1BB2"/>
    <w:rsid w:val="009D2367"/>
    <w:rsid w:val="009D23B7"/>
    <w:rsid w:val="009D2D43"/>
    <w:rsid w:val="009D3820"/>
    <w:rsid w:val="009D4BC6"/>
    <w:rsid w:val="009D4FED"/>
    <w:rsid w:val="009D55B8"/>
    <w:rsid w:val="009D572D"/>
    <w:rsid w:val="009D724F"/>
    <w:rsid w:val="009E09F6"/>
    <w:rsid w:val="009E1005"/>
    <w:rsid w:val="009E2465"/>
    <w:rsid w:val="009E32EC"/>
    <w:rsid w:val="009E438C"/>
    <w:rsid w:val="009E4750"/>
    <w:rsid w:val="009E4B9C"/>
    <w:rsid w:val="009E5157"/>
    <w:rsid w:val="009E558F"/>
    <w:rsid w:val="009E5628"/>
    <w:rsid w:val="009E57E1"/>
    <w:rsid w:val="009E599A"/>
    <w:rsid w:val="009E5A27"/>
    <w:rsid w:val="009E655D"/>
    <w:rsid w:val="009E7E84"/>
    <w:rsid w:val="009F0C42"/>
    <w:rsid w:val="009F1269"/>
    <w:rsid w:val="009F1E85"/>
    <w:rsid w:val="009F1EE8"/>
    <w:rsid w:val="009F2CD7"/>
    <w:rsid w:val="009F3EAC"/>
    <w:rsid w:val="009F4812"/>
    <w:rsid w:val="009F486F"/>
    <w:rsid w:val="009F4AAC"/>
    <w:rsid w:val="009F6440"/>
    <w:rsid w:val="009F646E"/>
    <w:rsid w:val="009F6FC2"/>
    <w:rsid w:val="009F7179"/>
    <w:rsid w:val="00A00235"/>
    <w:rsid w:val="00A00385"/>
    <w:rsid w:val="00A00DFA"/>
    <w:rsid w:val="00A00FDE"/>
    <w:rsid w:val="00A01C51"/>
    <w:rsid w:val="00A023D3"/>
    <w:rsid w:val="00A04CF2"/>
    <w:rsid w:val="00A04D74"/>
    <w:rsid w:val="00A07165"/>
    <w:rsid w:val="00A10B4C"/>
    <w:rsid w:val="00A132AC"/>
    <w:rsid w:val="00A13311"/>
    <w:rsid w:val="00A1403C"/>
    <w:rsid w:val="00A16DAF"/>
    <w:rsid w:val="00A16DC5"/>
    <w:rsid w:val="00A17983"/>
    <w:rsid w:val="00A20630"/>
    <w:rsid w:val="00A2108B"/>
    <w:rsid w:val="00A21CA4"/>
    <w:rsid w:val="00A22784"/>
    <w:rsid w:val="00A2355D"/>
    <w:rsid w:val="00A241A1"/>
    <w:rsid w:val="00A24B8E"/>
    <w:rsid w:val="00A2527A"/>
    <w:rsid w:val="00A25967"/>
    <w:rsid w:val="00A25C8A"/>
    <w:rsid w:val="00A25E08"/>
    <w:rsid w:val="00A26CC0"/>
    <w:rsid w:val="00A31979"/>
    <w:rsid w:val="00A32211"/>
    <w:rsid w:val="00A32565"/>
    <w:rsid w:val="00A32D26"/>
    <w:rsid w:val="00A32FB4"/>
    <w:rsid w:val="00A33E97"/>
    <w:rsid w:val="00A351ED"/>
    <w:rsid w:val="00A354B5"/>
    <w:rsid w:val="00A37112"/>
    <w:rsid w:val="00A403E1"/>
    <w:rsid w:val="00A427E8"/>
    <w:rsid w:val="00A42A27"/>
    <w:rsid w:val="00A43224"/>
    <w:rsid w:val="00A4446D"/>
    <w:rsid w:val="00A45CD2"/>
    <w:rsid w:val="00A46A2D"/>
    <w:rsid w:val="00A47E99"/>
    <w:rsid w:val="00A47E9D"/>
    <w:rsid w:val="00A50130"/>
    <w:rsid w:val="00A51CC1"/>
    <w:rsid w:val="00A51F44"/>
    <w:rsid w:val="00A52289"/>
    <w:rsid w:val="00A532F8"/>
    <w:rsid w:val="00A5335F"/>
    <w:rsid w:val="00A53A63"/>
    <w:rsid w:val="00A53A6B"/>
    <w:rsid w:val="00A54C43"/>
    <w:rsid w:val="00A5501A"/>
    <w:rsid w:val="00A55033"/>
    <w:rsid w:val="00A555E7"/>
    <w:rsid w:val="00A568C9"/>
    <w:rsid w:val="00A56B6D"/>
    <w:rsid w:val="00A56D85"/>
    <w:rsid w:val="00A6100C"/>
    <w:rsid w:val="00A610EA"/>
    <w:rsid w:val="00A61326"/>
    <w:rsid w:val="00A6148C"/>
    <w:rsid w:val="00A62C57"/>
    <w:rsid w:val="00A643E1"/>
    <w:rsid w:val="00A64875"/>
    <w:rsid w:val="00A658F4"/>
    <w:rsid w:val="00A66E9B"/>
    <w:rsid w:val="00A67AE6"/>
    <w:rsid w:val="00A67C60"/>
    <w:rsid w:val="00A704C1"/>
    <w:rsid w:val="00A70FD4"/>
    <w:rsid w:val="00A71071"/>
    <w:rsid w:val="00A71460"/>
    <w:rsid w:val="00A72EBB"/>
    <w:rsid w:val="00A73F72"/>
    <w:rsid w:val="00A744BC"/>
    <w:rsid w:val="00A74902"/>
    <w:rsid w:val="00A755A8"/>
    <w:rsid w:val="00A75859"/>
    <w:rsid w:val="00A75CE7"/>
    <w:rsid w:val="00A76A83"/>
    <w:rsid w:val="00A76B51"/>
    <w:rsid w:val="00A776A0"/>
    <w:rsid w:val="00A77FB1"/>
    <w:rsid w:val="00A80247"/>
    <w:rsid w:val="00A8110C"/>
    <w:rsid w:val="00A81A44"/>
    <w:rsid w:val="00A82D9A"/>
    <w:rsid w:val="00A8351C"/>
    <w:rsid w:val="00A83E29"/>
    <w:rsid w:val="00A84F5E"/>
    <w:rsid w:val="00A86564"/>
    <w:rsid w:val="00A876BA"/>
    <w:rsid w:val="00A902C5"/>
    <w:rsid w:val="00A918CD"/>
    <w:rsid w:val="00A919E8"/>
    <w:rsid w:val="00A9213D"/>
    <w:rsid w:val="00A9216A"/>
    <w:rsid w:val="00A92BD4"/>
    <w:rsid w:val="00A93798"/>
    <w:rsid w:val="00A93E13"/>
    <w:rsid w:val="00A94CE5"/>
    <w:rsid w:val="00A953B0"/>
    <w:rsid w:val="00AA1488"/>
    <w:rsid w:val="00AA16A7"/>
    <w:rsid w:val="00AA284C"/>
    <w:rsid w:val="00AA337F"/>
    <w:rsid w:val="00AA364A"/>
    <w:rsid w:val="00AA39B1"/>
    <w:rsid w:val="00AA5AB1"/>
    <w:rsid w:val="00AA6354"/>
    <w:rsid w:val="00AA69C4"/>
    <w:rsid w:val="00AA72B2"/>
    <w:rsid w:val="00AA7BF3"/>
    <w:rsid w:val="00AA7D6F"/>
    <w:rsid w:val="00AB00BD"/>
    <w:rsid w:val="00AB0AFF"/>
    <w:rsid w:val="00AB1210"/>
    <w:rsid w:val="00AB1322"/>
    <w:rsid w:val="00AB1703"/>
    <w:rsid w:val="00AB183A"/>
    <w:rsid w:val="00AB5455"/>
    <w:rsid w:val="00AB553F"/>
    <w:rsid w:val="00AB7210"/>
    <w:rsid w:val="00AB7CD3"/>
    <w:rsid w:val="00AC0025"/>
    <w:rsid w:val="00AC06E1"/>
    <w:rsid w:val="00AC0758"/>
    <w:rsid w:val="00AC0D9D"/>
    <w:rsid w:val="00AC25B9"/>
    <w:rsid w:val="00AC3706"/>
    <w:rsid w:val="00AC6090"/>
    <w:rsid w:val="00AC6127"/>
    <w:rsid w:val="00AD1836"/>
    <w:rsid w:val="00AD1864"/>
    <w:rsid w:val="00AD30C0"/>
    <w:rsid w:val="00AD326C"/>
    <w:rsid w:val="00AD405D"/>
    <w:rsid w:val="00AD451E"/>
    <w:rsid w:val="00AD47D8"/>
    <w:rsid w:val="00AD4DA2"/>
    <w:rsid w:val="00AD5AF7"/>
    <w:rsid w:val="00AD71D9"/>
    <w:rsid w:val="00AD7494"/>
    <w:rsid w:val="00AD7C55"/>
    <w:rsid w:val="00AE05F0"/>
    <w:rsid w:val="00AE0EB8"/>
    <w:rsid w:val="00AE2015"/>
    <w:rsid w:val="00AE3244"/>
    <w:rsid w:val="00AE3325"/>
    <w:rsid w:val="00AE49E1"/>
    <w:rsid w:val="00AE4AFC"/>
    <w:rsid w:val="00AE520E"/>
    <w:rsid w:val="00AE5611"/>
    <w:rsid w:val="00AE5F86"/>
    <w:rsid w:val="00AE6858"/>
    <w:rsid w:val="00AF0742"/>
    <w:rsid w:val="00AF0982"/>
    <w:rsid w:val="00AF0E11"/>
    <w:rsid w:val="00AF1076"/>
    <w:rsid w:val="00AF2031"/>
    <w:rsid w:val="00AF35E0"/>
    <w:rsid w:val="00AF3B9B"/>
    <w:rsid w:val="00AF4300"/>
    <w:rsid w:val="00AF5343"/>
    <w:rsid w:val="00AF5A5C"/>
    <w:rsid w:val="00AF701E"/>
    <w:rsid w:val="00AF7490"/>
    <w:rsid w:val="00AF75C3"/>
    <w:rsid w:val="00AF7D75"/>
    <w:rsid w:val="00B00320"/>
    <w:rsid w:val="00B0116E"/>
    <w:rsid w:val="00B03565"/>
    <w:rsid w:val="00B051B6"/>
    <w:rsid w:val="00B05599"/>
    <w:rsid w:val="00B06DD2"/>
    <w:rsid w:val="00B109C4"/>
    <w:rsid w:val="00B10FF3"/>
    <w:rsid w:val="00B127C6"/>
    <w:rsid w:val="00B149A3"/>
    <w:rsid w:val="00B174C5"/>
    <w:rsid w:val="00B210D8"/>
    <w:rsid w:val="00B219EB"/>
    <w:rsid w:val="00B21C77"/>
    <w:rsid w:val="00B23005"/>
    <w:rsid w:val="00B23249"/>
    <w:rsid w:val="00B238CD"/>
    <w:rsid w:val="00B27F18"/>
    <w:rsid w:val="00B3051A"/>
    <w:rsid w:val="00B33A45"/>
    <w:rsid w:val="00B346DD"/>
    <w:rsid w:val="00B36844"/>
    <w:rsid w:val="00B41FAE"/>
    <w:rsid w:val="00B42365"/>
    <w:rsid w:val="00B42C26"/>
    <w:rsid w:val="00B43906"/>
    <w:rsid w:val="00B43A15"/>
    <w:rsid w:val="00B442DC"/>
    <w:rsid w:val="00B4444F"/>
    <w:rsid w:val="00B4458A"/>
    <w:rsid w:val="00B4473E"/>
    <w:rsid w:val="00B44F11"/>
    <w:rsid w:val="00B45295"/>
    <w:rsid w:val="00B45814"/>
    <w:rsid w:val="00B46B4C"/>
    <w:rsid w:val="00B47B84"/>
    <w:rsid w:val="00B47EC2"/>
    <w:rsid w:val="00B52758"/>
    <w:rsid w:val="00B55AD5"/>
    <w:rsid w:val="00B56D13"/>
    <w:rsid w:val="00B56FE6"/>
    <w:rsid w:val="00B60078"/>
    <w:rsid w:val="00B60C13"/>
    <w:rsid w:val="00B60E32"/>
    <w:rsid w:val="00B617ED"/>
    <w:rsid w:val="00B61D1D"/>
    <w:rsid w:val="00B6250A"/>
    <w:rsid w:val="00B628F1"/>
    <w:rsid w:val="00B6332E"/>
    <w:rsid w:val="00B641AA"/>
    <w:rsid w:val="00B6434A"/>
    <w:rsid w:val="00B6493F"/>
    <w:rsid w:val="00B64A7D"/>
    <w:rsid w:val="00B64DA2"/>
    <w:rsid w:val="00B6603B"/>
    <w:rsid w:val="00B66294"/>
    <w:rsid w:val="00B6684A"/>
    <w:rsid w:val="00B66E5E"/>
    <w:rsid w:val="00B70EF2"/>
    <w:rsid w:val="00B731B2"/>
    <w:rsid w:val="00B73396"/>
    <w:rsid w:val="00B73714"/>
    <w:rsid w:val="00B74A1B"/>
    <w:rsid w:val="00B74A4E"/>
    <w:rsid w:val="00B77B77"/>
    <w:rsid w:val="00B80860"/>
    <w:rsid w:val="00B80DCC"/>
    <w:rsid w:val="00B8147B"/>
    <w:rsid w:val="00B815A0"/>
    <w:rsid w:val="00B8172C"/>
    <w:rsid w:val="00B827A2"/>
    <w:rsid w:val="00B830E6"/>
    <w:rsid w:val="00B833A1"/>
    <w:rsid w:val="00B83A43"/>
    <w:rsid w:val="00B83E22"/>
    <w:rsid w:val="00B85099"/>
    <w:rsid w:val="00B850A1"/>
    <w:rsid w:val="00B9227C"/>
    <w:rsid w:val="00B929F6"/>
    <w:rsid w:val="00B95841"/>
    <w:rsid w:val="00B963F2"/>
    <w:rsid w:val="00B97D13"/>
    <w:rsid w:val="00BA0897"/>
    <w:rsid w:val="00BA0B0D"/>
    <w:rsid w:val="00BA1ADD"/>
    <w:rsid w:val="00BA2EEA"/>
    <w:rsid w:val="00BA332B"/>
    <w:rsid w:val="00BA45EF"/>
    <w:rsid w:val="00BA4604"/>
    <w:rsid w:val="00BA5877"/>
    <w:rsid w:val="00BA6ABB"/>
    <w:rsid w:val="00BA6D3E"/>
    <w:rsid w:val="00BB0088"/>
    <w:rsid w:val="00BB1F43"/>
    <w:rsid w:val="00BB21BB"/>
    <w:rsid w:val="00BB27C2"/>
    <w:rsid w:val="00BB4FE3"/>
    <w:rsid w:val="00BB51C3"/>
    <w:rsid w:val="00BB568B"/>
    <w:rsid w:val="00BB6543"/>
    <w:rsid w:val="00BB6B7A"/>
    <w:rsid w:val="00BB7277"/>
    <w:rsid w:val="00BB7CA6"/>
    <w:rsid w:val="00BC1323"/>
    <w:rsid w:val="00BC1DC4"/>
    <w:rsid w:val="00BC3B6B"/>
    <w:rsid w:val="00BC4665"/>
    <w:rsid w:val="00BC4B0E"/>
    <w:rsid w:val="00BC557D"/>
    <w:rsid w:val="00BC7A19"/>
    <w:rsid w:val="00BD01CF"/>
    <w:rsid w:val="00BD1202"/>
    <w:rsid w:val="00BD1743"/>
    <w:rsid w:val="00BD1D4E"/>
    <w:rsid w:val="00BD3DCD"/>
    <w:rsid w:val="00BD43E4"/>
    <w:rsid w:val="00BD4866"/>
    <w:rsid w:val="00BD5F7D"/>
    <w:rsid w:val="00BD74F1"/>
    <w:rsid w:val="00BE0484"/>
    <w:rsid w:val="00BE0D3A"/>
    <w:rsid w:val="00BE2219"/>
    <w:rsid w:val="00BE2CA6"/>
    <w:rsid w:val="00BE37DF"/>
    <w:rsid w:val="00BE3C51"/>
    <w:rsid w:val="00BE3FB6"/>
    <w:rsid w:val="00BE50B4"/>
    <w:rsid w:val="00BE51B4"/>
    <w:rsid w:val="00BE631C"/>
    <w:rsid w:val="00BE6E1D"/>
    <w:rsid w:val="00BF21F4"/>
    <w:rsid w:val="00BF2BAB"/>
    <w:rsid w:val="00BF2EEB"/>
    <w:rsid w:val="00BF37D5"/>
    <w:rsid w:val="00BF4434"/>
    <w:rsid w:val="00BF4EF9"/>
    <w:rsid w:val="00BF5734"/>
    <w:rsid w:val="00BF59F7"/>
    <w:rsid w:val="00BF6D00"/>
    <w:rsid w:val="00BF70AB"/>
    <w:rsid w:val="00C01543"/>
    <w:rsid w:val="00C0287A"/>
    <w:rsid w:val="00C02D04"/>
    <w:rsid w:val="00C02E1A"/>
    <w:rsid w:val="00C0322A"/>
    <w:rsid w:val="00C03BD4"/>
    <w:rsid w:val="00C03D4F"/>
    <w:rsid w:val="00C04A6D"/>
    <w:rsid w:val="00C052AB"/>
    <w:rsid w:val="00C05A22"/>
    <w:rsid w:val="00C06DEA"/>
    <w:rsid w:val="00C071CB"/>
    <w:rsid w:val="00C11A7C"/>
    <w:rsid w:val="00C11F45"/>
    <w:rsid w:val="00C12027"/>
    <w:rsid w:val="00C1266D"/>
    <w:rsid w:val="00C12A0A"/>
    <w:rsid w:val="00C1377B"/>
    <w:rsid w:val="00C1443B"/>
    <w:rsid w:val="00C14B78"/>
    <w:rsid w:val="00C15012"/>
    <w:rsid w:val="00C15ED9"/>
    <w:rsid w:val="00C16FBE"/>
    <w:rsid w:val="00C1706C"/>
    <w:rsid w:val="00C20562"/>
    <w:rsid w:val="00C20F2C"/>
    <w:rsid w:val="00C2169C"/>
    <w:rsid w:val="00C21B9E"/>
    <w:rsid w:val="00C2220B"/>
    <w:rsid w:val="00C22438"/>
    <w:rsid w:val="00C24C9D"/>
    <w:rsid w:val="00C26509"/>
    <w:rsid w:val="00C271D6"/>
    <w:rsid w:val="00C273E9"/>
    <w:rsid w:val="00C27E2D"/>
    <w:rsid w:val="00C31739"/>
    <w:rsid w:val="00C31A64"/>
    <w:rsid w:val="00C31E19"/>
    <w:rsid w:val="00C327B3"/>
    <w:rsid w:val="00C338DE"/>
    <w:rsid w:val="00C34721"/>
    <w:rsid w:val="00C34952"/>
    <w:rsid w:val="00C35601"/>
    <w:rsid w:val="00C369EB"/>
    <w:rsid w:val="00C37030"/>
    <w:rsid w:val="00C41882"/>
    <w:rsid w:val="00C41A11"/>
    <w:rsid w:val="00C43634"/>
    <w:rsid w:val="00C43B24"/>
    <w:rsid w:val="00C441C7"/>
    <w:rsid w:val="00C44697"/>
    <w:rsid w:val="00C44C73"/>
    <w:rsid w:val="00C44D1F"/>
    <w:rsid w:val="00C4501D"/>
    <w:rsid w:val="00C452E5"/>
    <w:rsid w:val="00C454B4"/>
    <w:rsid w:val="00C457F3"/>
    <w:rsid w:val="00C45D77"/>
    <w:rsid w:val="00C469A6"/>
    <w:rsid w:val="00C47267"/>
    <w:rsid w:val="00C47589"/>
    <w:rsid w:val="00C477E6"/>
    <w:rsid w:val="00C50763"/>
    <w:rsid w:val="00C511FE"/>
    <w:rsid w:val="00C52411"/>
    <w:rsid w:val="00C526CE"/>
    <w:rsid w:val="00C5356C"/>
    <w:rsid w:val="00C5358D"/>
    <w:rsid w:val="00C54E82"/>
    <w:rsid w:val="00C55E21"/>
    <w:rsid w:val="00C566E9"/>
    <w:rsid w:val="00C56843"/>
    <w:rsid w:val="00C56A39"/>
    <w:rsid w:val="00C56D0D"/>
    <w:rsid w:val="00C62122"/>
    <w:rsid w:val="00C657B8"/>
    <w:rsid w:val="00C66BBA"/>
    <w:rsid w:val="00C678B7"/>
    <w:rsid w:val="00C67E68"/>
    <w:rsid w:val="00C70382"/>
    <w:rsid w:val="00C70B6A"/>
    <w:rsid w:val="00C719CD"/>
    <w:rsid w:val="00C71B67"/>
    <w:rsid w:val="00C72228"/>
    <w:rsid w:val="00C726D7"/>
    <w:rsid w:val="00C7299E"/>
    <w:rsid w:val="00C740AD"/>
    <w:rsid w:val="00C752CB"/>
    <w:rsid w:val="00C761EE"/>
    <w:rsid w:val="00C761F4"/>
    <w:rsid w:val="00C77300"/>
    <w:rsid w:val="00C77370"/>
    <w:rsid w:val="00C80662"/>
    <w:rsid w:val="00C822D2"/>
    <w:rsid w:val="00C82AAA"/>
    <w:rsid w:val="00C8353D"/>
    <w:rsid w:val="00C84061"/>
    <w:rsid w:val="00C8422D"/>
    <w:rsid w:val="00C851CC"/>
    <w:rsid w:val="00C854B7"/>
    <w:rsid w:val="00C85622"/>
    <w:rsid w:val="00C85BD2"/>
    <w:rsid w:val="00C8679A"/>
    <w:rsid w:val="00C86E9C"/>
    <w:rsid w:val="00C90B91"/>
    <w:rsid w:val="00C92C3B"/>
    <w:rsid w:val="00C93F14"/>
    <w:rsid w:val="00C94691"/>
    <w:rsid w:val="00C94C1E"/>
    <w:rsid w:val="00C966C0"/>
    <w:rsid w:val="00C96A34"/>
    <w:rsid w:val="00C96C7E"/>
    <w:rsid w:val="00CA0242"/>
    <w:rsid w:val="00CA03DA"/>
    <w:rsid w:val="00CA11EF"/>
    <w:rsid w:val="00CA164E"/>
    <w:rsid w:val="00CA32D7"/>
    <w:rsid w:val="00CA3AA1"/>
    <w:rsid w:val="00CA5870"/>
    <w:rsid w:val="00CA58F6"/>
    <w:rsid w:val="00CA5CF7"/>
    <w:rsid w:val="00CA65CC"/>
    <w:rsid w:val="00CA6691"/>
    <w:rsid w:val="00CA69E9"/>
    <w:rsid w:val="00CA6BC3"/>
    <w:rsid w:val="00CA6FF7"/>
    <w:rsid w:val="00CA71AF"/>
    <w:rsid w:val="00CB0AD4"/>
    <w:rsid w:val="00CB0BAC"/>
    <w:rsid w:val="00CB39EF"/>
    <w:rsid w:val="00CB4446"/>
    <w:rsid w:val="00CB4787"/>
    <w:rsid w:val="00CB7D7C"/>
    <w:rsid w:val="00CC058D"/>
    <w:rsid w:val="00CC309D"/>
    <w:rsid w:val="00CC35E3"/>
    <w:rsid w:val="00CC44A8"/>
    <w:rsid w:val="00CC4637"/>
    <w:rsid w:val="00CC664B"/>
    <w:rsid w:val="00CD04FE"/>
    <w:rsid w:val="00CD095E"/>
    <w:rsid w:val="00CD1FBB"/>
    <w:rsid w:val="00CD26F4"/>
    <w:rsid w:val="00CD28EE"/>
    <w:rsid w:val="00CD3589"/>
    <w:rsid w:val="00CD426C"/>
    <w:rsid w:val="00CD4AFB"/>
    <w:rsid w:val="00CD6B13"/>
    <w:rsid w:val="00CE013A"/>
    <w:rsid w:val="00CE085D"/>
    <w:rsid w:val="00CE0DE8"/>
    <w:rsid w:val="00CE18F4"/>
    <w:rsid w:val="00CE226D"/>
    <w:rsid w:val="00CE228D"/>
    <w:rsid w:val="00CE264C"/>
    <w:rsid w:val="00CE2858"/>
    <w:rsid w:val="00CE41A0"/>
    <w:rsid w:val="00CE4DD6"/>
    <w:rsid w:val="00CE57A9"/>
    <w:rsid w:val="00CE6166"/>
    <w:rsid w:val="00CE7401"/>
    <w:rsid w:val="00CF0BE5"/>
    <w:rsid w:val="00CF1120"/>
    <w:rsid w:val="00CF2724"/>
    <w:rsid w:val="00CF2AD9"/>
    <w:rsid w:val="00CF36C5"/>
    <w:rsid w:val="00CF3737"/>
    <w:rsid w:val="00CF3817"/>
    <w:rsid w:val="00CF6F6F"/>
    <w:rsid w:val="00CF74CF"/>
    <w:rsid w:val="00D0091B"/>
    <w:rsid w:val="00D00B4A"/>
    <w:rsid w:val="00D018B3"/>
    <w:rsid w:val="00D01A98"/>
    <w:rsid w:val="00D01B6E"/>
    <w:rsid w:val="00D048C0"/>
    <w:rsid w:val="00D04BB3"/>
    <w:rsid w:val="00D04F45"/>
    <w:rsid w:val="00D079DB"/>
    <w:rsid w:val="00D07F28"/>
    <w:rsid w:val="00D10272"/>
    <w:rsid w:val="00D10E4B"/>
    <w:rsid w:val="00D1122D"/>
    <w:rsid w:val="00D1130A"/>
    <w:rsid w:val="00D11FA0"/>
    <w:rsid w:val="00D12CDA"/>
    <w:rsid w:val="00D12D6D"/>
    <w:rsid w:val="00D14202"/>
    <w:rsid w:val="00D14DBE"/>
    <w:rsid w:val="00D167C0"/>
    <w:rsid w:val="00D16B84"/>
    <w:rsid w:val="00D206CB"/>
    <w:rsid w:val="00D21F1F"/>
    <w:rsid w:val="00D226CE"/>
    <w:rsid w:val="00D22FE4"/>
    <w:rsid w:val="00D233E8"/>
    <w:rsid w:val="00D2401D"/>
    <w:rsid w:val="00D24110"/>
    <w:rsid w:val="00D24B46"/>
    <w:rsid w:val="00D253CC"/>
    <w:rsid w:val="00D25BB9"/>
    <w:rsid w:val="00D25E77"/>
    <w:rsid w:val="00D26E65"/>
    <w:rsid w:val="00D27B81"/>
    <w:rsid w:val="00D30A52"/>
    <w:rsid w:val="00D30A9B"/>
    <w:rsid w:val="00D30E41"/>
    <w:rsid w:val="00D3231F"/>
    <w:rsid w:val="00D35791"/>
    <w:rsid w:val="00D35F43"/>
    <w:rsid w:val="00D3682A"/>
    <w:rsid w:val="00D37650"/>
    <w:rsid w:val="00D37B01"/>
    <w:rsid w:val="00D41601"/>
    <w:rsid w:val="00D424F1"/>
    <w:rsid w:val="00D4283E"/>
    <w:rsid w:val="00D42BA4"/>
    <w:rsid w:val="00D430D4"/>
    <w:rsid w:val="00D44272"/>
    <w:rsid w:val="00D444D3"/>
    <w:rsid w:val="00D44523"/>
    <w:rsid w:val="00D44D58"/>
    <w:rsid w:val="00D45B72"/>
    <w:rsid w:val="00D47632"/>
    <w:rsid w:val="00D500D0"/>
    <w:rsid w:val="00D502E4"/>
    <w:rsid w:val="00D51D90"/>
    <w:rsid w:val="00D52A78"/>
    <w:rsid w:val="00D52CF4"/>
    <w:rsid w:val="00D544FF"/>
    <w:rsid w:val="00D5591F"/>
    <w:rsid w:val="00D5688A"/>
    <w:rsid w:val="00D57046"/>
    <w:rsid w:val="00D57DB4"/>
    <w:rsid w:val="00D57EB8"/>
    <w:rsid w:val="00D57F94"/>
    <w:rsid w:val="00D60124"/>
    <w:rsid w:val="00D60232"/>
    <w:rsid w:val="00D604AB"/>
    <w:rsid w:val="00D626AC"/>
    <w:rsid w:val="00D6272B"/>
    <w:rsid w:val="00D63484"/>
    <w:rsid w:val="00D63565"/>
    <w:rsid w:val="00D644A4"/>
    <w:rsid w:val="00D64EB0"/>
    <w:rsid w:val="00D65781"/>
    <w:rsid w:val="00D67FCA"/>
    <w:rsid w:val="00D70443"/>
    <w:rsid w:val="00D7378D"/>
    <w:rsid w:val="00D73ACE"/>
    <w:rsid w:val="00D74344"/>
    <w:rsid w:val="00D751A8"/>
    <w:rsid w:val="00D75CFD"/>
    <w:rsid w:val="00D76DCC"/>
    <w:rsid w:val="00D77992"/>
    <w:rsid w:val="00D81E89"/>
    <w:rsid w:val="00D821BD"/>
    <w:rsid w:val="00D82544"/>
    <w:rsid w:val="00D8289D"/>
    <w:rsid w:val="00D82A12"/>
    <w:rsid w:val="00D82C2B"/>
    <w:rsid w:val="00D833BB"/>
    <w:rsid w:val="00D834ED"/>
    <w:rsid w:val="00D84D60"/>
    <w:rsid w:val="00D85323"/>
    <w:rsid w:val="00D8567C"/>
    <w:rsid w:val="00D8657F"/>
    <w:rsid w:val="00D8678A"/>
    <w:rsid w:val="00D87036"/>
    <w:rsid w:val="00D87D34"/>
    <w:rsid w:val="00D9018C"/>
    <w:rsid w:val="00D90866"/>
    <w:rsid w:val="00D90E51"/>
    <w:rsid w:val="00D91863"/>
    <w:rsid w:val="00D93053"/>
    <w:rsid w:val="00D93955"/>
    <w:rsid w:val="00D940ED"/>
    <w:rsid w:val="00D9469E"/>
    <w:rsid w:val="00D97138"/>
    <w:rsid w:val="00D971AF"/>
    <w:rsid w:val="00D9763D"/>
    <w:rsid w:val="00D97F7C"/>
    <w:rsid w:val="00DA0452"/>
    <w:rsid w:val="00DA1F03"/>
    <w:rsid w:val="00DA45E9"/>
    <w:rsid w:val="00DA6FC1"/>
    <w:rsid w:val="00DA797F"/>
    <w:rsid w:val="00DB0EC7"/>
    <w:rsid w:val="00DB13DB"/>
    <w:rsid w:val="00DB1A4E"/>
    <w:rsid w:val="00DB21B6"/>
    <w:rsid w:val="00DB38FB"/>
    <w:rsid w:val="00DB3DF8"/>
    <w:rsid w:val="00DB4147"/>
    <w:rsid w:val="00DB4772"/>
    <w:rsid w:val="00DB56AD"/>
    <w:rsid w:val="00DB7E4C"/>
    <w:rsid w:val="00DB7FA2"/>
    <w:rsid w:val="00DC04B9"/>
    <w:rsid w:val="00DC06E4"/>
    <w:rsid w:val="00DC0995"/>
    <w:rsid w:val="00DC2AE1"/>
    <w:rsid w:val="00DC33A2"/>
    <w:rsid w:val="00DC3BAD"/>
    <w:rsid w:val="00DC4008"/>
    <w:rsid w:val="00DC404F"/>
    <w:rsid w:val="00DC4DE1"/>
    <w:rsid w:val="00DC4F54"/>
    <w:rsid w:val="00DC7B5D"/>
    <w:rsid w:val="00DD051F"/>
    <w:rsid w:val="00DD14D0"/>
    <w:rsid w:val="00DD160D"/>
    <w:rsid w:val="00DD1D03"/>
    <w:rsid w:val="00DD2E49"/>
    <w:rsid w:val="00DD3017"/>
    <w:rsid w:val="00DD4424"/>
    <w:rsid w:val="00DD5027"/>
    <w:rsid w:val="00DD5319"/>
    <w:rsid w:val="00DD71BB"/>
    <w:rsid w:val="00DD78C8"/>
    <w:rsid w:val="00DE0715"/>
    <w:rsid w:val="00DE1BC9"/>
    <w:rsid w:val="00DE318B"/>
    <w:rsid w:val="00DE32CE"/>
    <w:rsid w:val="00DE588A"/>
    <w:rsid w:val="00DE671D"/>
    <w:rsid w:val="00DE6B7C"/>
    <w:rsid w:val="00DE7DC4"/>
    <w:rsid w:val="00DF0A3B"/>
    <w:rsid w:val="00DF2035"/>
    <w:rsid w:val="00DF27D7"/>
    <w:rsid w:val="00DF33BC"/>
    <w:rsid w:val="00DF3467"/>
    <w:rsid w:val="00DF367D"/>
    <w:rsid w:val="00DF5638"/>
    <w:rsid w:val="00DF5BF7"/>
    <w:rsid w:val="00DF668C"/>
    <w:rsid w:val="00DF6838"/>
    <w:rsid w:val="00DF6987"/>
    <w:rsid w:val="00DF6A96"/>
    <w:rsid w:val="00DF6B9A"/>
    <w:rsid w:val="00DF7CF7"/>
    <w:rsid w:val="00E0009F"/>
    <w:rsid w:val="00E00B49"/>
    <w:rsid w:val="00E00B8B"/>
    <w:rsid w:val="00E011B0"/>
    <w:rsid w:val="00E01506"/>
    <w:rsid w:val="00E01F84"/>
    <w:rsid w:val="00E02295"/>
    <w:rsid w:val="00E048D9"/>
    <w:rsid w:val="00E052F2"/>
    <w:rsid w:val="00E05EB2"/>
    <w:rsid w:val="00E06023"/>
    <w:rsid w:val="00E101EA"/>
    <w:rsid w:val="00E14745"/>
    <w:rsid w:val="00E14C60"/>
    <w:rsid w:val="00E15AB4"/>
    <w:rsid w:val="00E15F91"/>
    <w:rsid w:val="00E16645"/>
    <w:rsid w:val="00E17A87"/>
    <w:rsid w:val="00E17B75"/>
    <w:rsid w:val="00E17F73"/>
    <w:rsid w:val="00E202E6"/>
    <w:rsid w:val="00E224C4"/>
    <w:rsid w:val="00E241BB"/>
    <w:rsid w:val="00E24C1B"/>
    <w:rsid w:val="00E2725D"/>
    <w:rsid w:val="00E27E2D"/>
    <w:rsid w:val="00E31629"/>
    <w:rsid w:val="00E316D7"/>
    <w:rsid w:val="00E31B7B"/>
    <w:rsid w:val="00E31E70"/>
    <w:rsid w:val="00E3267E"/>
    <w:rsid w:val="00E331AA"/>
    <w:rsid w:val="00E3329E"/>
    <w:rsid w:val="00E35DE7"/>
    <w:rsid w:val="00E36460"/>
    <w:rsid w:val="00E3699D"/>
    <w:rsid w:val="00E379E2"/>
    <w:rsid w:val="00E41500"/>
    <w:rsid w:val="00E41800"/>
    <w:rsid w:val="00E434C1"/>
    <w:rsid w:val="00E43A0E"/>
    <w:rsid w:val="00E44014"/>
    <w:rsid w:val="00E4507A"/>
    <w:rsid w:val="00E45584"/>
    <w:rsid w:val="00E4580E"/>
    <w:rsid w:val="00E461BC"/>
    <w:rsid w:val="00E473F1"/>
    <w:rsid w:val="00E4740C"/>
    <w:rsid w:val="00E50AD0"/>
    <w:rsid w:val="00E50DAA"/>
    <w:rsid w:val="00E5123D"/>
    <w:rsid w:val="00E51D44"/>
    <w:rsid w:val="00E51ED1"/>
    <w:rsid w:val="00E52955"/>
    <w:rsid w:val="00E530B6"/>
    <w:rsid w:val="00E561C9"/>
    <w:rsid w:val="00E57B64"/>
    <w:rsid w:val="00E60147"/>
    <w:rsid w:val="00E60817"/>
    <w:rsid w:val="00E61500"/>
    <w:rsid w:val="00E62ECE"/>
    <w:rsid w:val="00E632FD"/>
    <w:rsid w:val="00E63713"/>
    <w:rsid w:val="00E63917"/>
    <w:rsid w:val="00E63C5B"/>
    <w:rsid w:val="00E63F48"/>
    <w:rsid w:val="00E658CF"/>
    <w:rsid w:val="00E65FEA"/>
    <w:rsid w:val="00E667E7"/>
    <w:rsid w:val="00E676C2"/>
    <w:rsid w:val="00E67ACD"/>
    <w:rsid w:val="00E7365F"/>
    <w:rsid w:val="00E73C44"/>
    <w:rsid w:val="00E742B3"/>
    <w:rsid w:val="00E7433D"/>
    <w:rsid w:val="00E746AE"/>
    <w:rsid w:val="00E75092"/>
    <w:rsid w:val="00E75852"/>
    <w:rsid w:val="00E75D2A"/>
    <w:rsid w:val="00E75EFF"/>
    <w:rsid w:val="00E7617F"/>
    <w:rsid w:val="00E7628C"/>
    <w:rsid w:val="00E76779"/>
    <w:rsid w:val="00E769F4"/>
    <w:rsid w:val="00E77167"/>
    <w:rsid w:val="00E77329"/>
    <w:rsid w:val="00E774B4"/>
    <w:rsid w:val="00E8089B"/>
    <w:rsid w:val="00E82529"/>
    <w:rsid w:val="00E8281D"/>
    <w:rsid w:val="00E82BEA"/>
    <w:rsid w:val="00E82F6F"/>
    <w:rsid w:val="00E83300"/>
    <w:rsid w:val="00E8344F"/>
    <w:rsid w:val="00E836DB"/>
    <w:rsid w:val="00E86CB2"/>
    <w:rsid w:val="00E86F5D"/>
    <w:rsid w:val="00E87334"/>
    <w:rsid w:val="00E87D8F"/>
    <w:rsid w:val="00E87E41"/>
    <w:rsid w:val="00E906A9"/>
    <w:rsid w:val="00E9123E"/>
    <w:rsid w:val="00E920BA"/>
    <w:rsid w:val="00E92567"/>
    <w:rsid w:val="00E92A65"/>
    <w:rsid w:val="00E967C2"/>
    <w:rsid w:val="00E96D7A"/>
    <w:rsid w:val="00E97928"/>
    <w:rsid w:val="00EA5C92"/>
    <w:rsid w:val="00EB0CAD"/>
    <w:rsid w:val="00EB1D0E"/>
    <w:rsid w:val="00EB2365"/>
    <w:rsid w:val="00EB3D62"/>
    <w:rsid w:val="00EB7345"/>
    <w:rsid w:val="00EC156F"/>
    <w:rsid w:val="00EC1DCE"/>
    <w:rsid w:val="00EC267F"/>
    <w:rsid w:val="00EC290F"/>
    <w:rsid w:val="00EC3194"/>
    <w:rsid w:val="00EC32BF"/>
    <w:rsid w:val="00EC3C8E"/>
    <w:rsid w:val="00EC3EF2"/>
    <w:rsid w:val="00EC3FA7"/>
    <w:rsid w:val="00EC402F"/>
    <w:rsid w:val="00EC4623"/>
    <w:rsid w:val="00EC51A2"/>
    <w:rsid w:val="00EC6981"/>
    <w:rsid w:val="00EC7180"/>
    <w:rsid w:val="00EC7443"/>
    <w:rsid w:val="00ED03B2"/>
    <w:rsid w:val="00ED0871"/>
    <w:rsid w:val="00ED097A"/>
    <w:rsid w:val="00ED0DB2"/>
    <w:rsid w:val="00ED115F"/>
    <w:rsid w:val="00ED136D"/>
    <w:rsid w:val="00ED25B5"/>
    <w:rsid w:val="00ED25B9"/>
    <w:rsid w:val="00ED3A3F"/>
    <w:rsid w:val="00ED4274"/>
    <w:rsid w:val="00ED46AD"/>
    <w:rsid w:val="00ED5122"/>
    <w:rsid w:val="00ED538E"/>
    <w:rsid w:val="00ED5BB9"/>
    <w:rsid w:val="00ED7B61"/>
    <w:rsid w:val="00EE05AC"/>
    <w:rsid w:val="00EE184F"/>
    <w:rsid w:val="00EE2942"/>
    <w:rsid w:val="00EE2BCC"/>
    <w:rsid w:val="00EE3834"/>
    <w:rsid w:val="00EE3B04"/>
    <w:rsid w:val="00EE3BD8"/>
    <w:rsid w:val="00EE6593"/>
    <w:rsid w:val="00EE6E45"/>
    <w:rsid w:val="00EE7FFD"/>
    <w:rsid w:val="00EF22E4"/>
    <w:rsid w:val="00EF2B71"/>
    <w:rsid w:val="00EF3547"/>
    <w:rsid w:val="00EF3925"/>
    <w:rsid w:val="00EF4496"/>
    <w:rsid w:val="00EF4C8F"/>
    <w:rsid w:val="00EF4D7D"/>
    <w:rsid w:val="00EF4FC9"/>
    <w:rsid w:val="00EF51C0"/>
    <w:rsid w:val="00EF7448"/>
    <w:rsid w:val="00EF7F28"/>
    <w:rsid w:val="00F01362"/>
    <w:rsid w:val="00F014BB"/>
    <w:rsid w:val="00F0173E"/>
    <w:rsid w:val="00F01D51"/>
    <w:rsid w:val="00F029B6"/>
    <w:rsid w:val="00F032D3"/>
    <w:rsid w:val="00F03FD7"/>
    <w:rsid w:val="00F0421B"/>
    <w:rsid w:val="00F0433D"/>
    <w:rsid w:val="00F04EAD"/>
    <w:rsid w:val="00F07F52"/>
    <w:rsid w:val="00F10A8D"/>
    <w:rsid w:val="00F11310"/>
    <w:rsid w:val="00F11DA3"/>
    <w:rsid w:val="00F12163"/>
    <w:rsid w:val="00F12B96"/>
    <w:rsid w:val="00F130A0"/>
    <w:rsid w:val="00F1329D"/>
    <w:rsid w:val="00F134B2"/>
    <w:rsid w:val="00F1411E"/>
    <w:rsid w:val="00F155E0"/>
    <w:rsid w:val="00F158FD"/>
    <w:rsid w:val="00F177BF"/>
    <w:rsid w:val="00F17E0F"/>
    <w:rsid w:val="00F2066C"/>
    <w:rsid w:val="00F22053"/>
    <w:rsid w:val="00F2215E"/>
    <w:rsid w:val="00F221F2"/>
    <w:rsid w:val="00F2290D"/>
    <w:rsid w:val="00F2297E"/>
    <w:rsid w:val="00F22A6F"/>
    <w:rsid w:val="00F24873"/>
    <w:rsid w:val="00F24A72"/>
    <w:rsid w:val="00F24B6A"/>
    <w:rsid w:val="00F24DBB"/>
    <w:rsid w:val="00F25077"/>
    <w:rsid w:val="00F25518"/>
    <w:rsid w:val="00F25DDC"/>
    <w:rsid w:val="00F264C5"/>
    <w:rsid w:val="00F26B64"/>
    <w:rsid w:val="00F26E72"/>
    <w:rsid w:val="00F2726B"/>
    <w:rsid w:val="00F2726F"/>
    <w:rsid w:val="00F272EF"/>
    <w:rsid w:val="00F273C4"/>
    <w:rsid w:val="00F276C6"/>
    <w:rsid w:val="00F27B1B"/>
    <w:rsid w:val="00F30D53"/>
    <w:rsid w:val="00F31044"/>
    <w:rsid w:val="00F33DF4"/>
    <w:rsid w:val="00F34A14"/>
    <w:rsid w:val="00F34F3E"/>
    <w:rsid w:val="00F363FB"/>
    <w:rsid w:val="00F3680A"/>
    <w:rsid w:val="00F36B1D"/>
    <w:rsid w:val="00F374C9"/>
    <w:rsid w:val="00F4008A"/>
    <w:rsid w:val="00F4010D"/>
    <w:rsid w:val="00F40B85"/>
    <w:rsid w:val="00F41499"/>
    <w:rsid w:val="00F417D1"/>
    <w:rsid w:val="00F42669"/>
    <w:rsid w:val="00F429A2"/>
    <w:rsid w:val="00F430BB"/>
    <w:rsid w:val="00F437CC"/>
    <w:rsid w:val="00F43EB0"/>
    <w:rsid w:val="00F4424D"/>
    <w:rsid w:val="00F44CE4"/>
    <w:rsid w:val="00F46D9D"/>
    <w:rsid w:val="00F46E2B"/>
    <w:rsid w:val="00F474B0"/>
    <w:rsid w:val="00F477AC"/>
    <w:rsid w:val="00F513D2"/>
    <w:rsid w:val="00F514DF"/>
    <w:rsid w:val="00F5169B"/>
    <w:rsid w:val="00F5274F"/>
    <w:rsid w:val="00F52CAA"/>
    <w:rsid w:val="00F53573"/>
    <w:rsid w:val="00F53C84"/>
    <w:rsid w:val="00F55EFF"/>
    <w:rsid w:val="00F563B3"/>
    <w:rsid w:val="00F56704"/>
    <w:rsid w:val="00F5699E"/>
    <w:rsid w:val="00F57894"/>
    <w:rsid w:val="00F57EC2"/>
    <w:rsid w:val="00F60A63"/>
    <w:rsid w:val="00F60E87"/>
    <w:rsid w:val="00F6232B"/>
    <w:rsid w:val="00F63696"/>
    <w:rsid w:val="00F63BB4"/>
    <w:rsid w:val="00F63F4E"/>
    <w:rsid w:val="00F652B0"/>
    <w:rsid w:val="00F6593F"/>
    <w:rsid w:val="00F65F91"/>
    <w:rsid w:val="00F66359"/>
    <w:rsid w:val="00F66B13"/>
    <w:rsid w:val="00F66E10"/>
    <w:rsid w:val="00F66E5C"/>
    <w:rsid w:val="00F712A4"/>
    <w:rsid w:val="00F71FEC"/>
    <w:rsid w:val="00F72D7D"/>
    <w:rsid w:val="00F72FC5"/>
    <w:rsid w:val="00F73B3A"/>
    <w:rsid w:val="00F74D60"/>
    <w:rsid w:val="00F761CE"/>
    <w:rsid w:val="00F762BA"/>
    <w:rsid w:val="00F76CA1"/>
    <w:rsid w:val="00F77ECA"/>
    <w:rsid w:val="00F80A1E"/>
    <w:rsid w:val="00F81A7D"/>
    <w:rsid w:val="00F820CD"/>
    <w:rsid w:val="00F82722"/>
    <w:rsid w:val="00F835AF"/>
    <w:rsid w:val="00F840AA"/>
    <w:rsid w:val="00F8468B"/>
    <w:rsid w:val="00F84755"/>
    <w:rsid w:val="00F8480D"/>
    <w:rsid w:val="00F85D31"/>
    <w:rsid w:val="00F865B4"/>
    <w:rsid w:val="00F86D80"/>
    <w:rsid w:val="00F900F4"/>
    <w:rsid w:val="00F90248"/>
    <w:rsid w:val="00F904FC"/>
    <w:rsid w:val="00F90EAF"/>
    <w:rsid w:val="00F91252"/>
    <w:rsid w:val="00F91682"/>
    <w:rsid w:val="00F92180"/>
    <w:rsid w:val="00F92A03"/>
    <w:rsid w:val="00F92E96"/>
    <w:rsid w:val="00F940EA"/>
    <w:rsid w:val="00F94365"/>
    <w:rsid w:val="00F9450C"/>
    <w:rsid w:val="00F95001"/>
    <w:rsid w:val="00F97437"/>
    <w:rsid w:val="00FA044A"/>
    <w:rsid w:val="00FA2B90"/>
    <w:rsid w:val="00FA2CD8"/>
    <w:rsid w:val="00FA2D97"/>
    <w:rsid w:val="00FA5699"/>
    <w:rsid w:val="00FA6242"/>
    <w:rsid w:val="00FA71A8"/>
    <w:rsid w:val="00FB0C21"/>
    <w:rsid w:val="00FB2EE0"/>
    <w:rsid w:val="00FB3D09"/>
    <w:rsid w:val="00FB4A81"/>
    <w:rsid w:val="00FB6059"/>
    <w:rsid w:val="00FB6826"/>
    <w:rsid w:val="00FB6CEB"/>
    <w:rsid w:val="00FC0F9A"/>
    <w:rsid w:val="00FC1049"/>
    <w:rsid w:val="00FC2095"/>
    <w:rsid w:val="00FC3560"/>
    <w:rsid w:val="00FC3D99"/>
    <w:rsid w:val="00FC4E1C"/>
    <w:rsid w:val="00FC53F4"/>
    <w:rsid w:val="00FC69E1"/>
    <w:rsid w:val="00FC70C4"/>
    <w:rsid w:val="00FC7638"/>
    <w:rsid w:val="00FC76EF"/>
    <w:rsid w:val="00FD1A26"/>
    <w:rsid w:val="00FD2D1A"/>
    <w:rsid w:val="00FD4552"/>
    <w:rsid w:val="00FD45C0"/>
    <w:rsid w:val="00FD4F8C"/>
    <w:rsid w:val="00FD5599"/>
    <w:rsid w:val="00FD5AFA"/>
    <w:rsid w:val="00FD6426"/>
    <w:rsid w:val="00FD6A3F"/>
    <w:rsid w:val="00FE0102"/>
    <w:rsid w:val="00FE0F96"/>
    <w:rsid w:val="00FE1498"/>
    <w:rsid w:val="00FE17D9"/>
    <w:rsid w:val="00FE187D"/>
    <w:rsid w:val="00FE1A50"/>
    <w:rsid w:val="00FE1CBC"/>
    <w:rsid w:val="00FE2A99"/>
    <w:rsid w:val="00FE3BE1"/>
    <w:rsid w:val="00FE5090"/>
    <w:rsid w:val="00FE5196"/>
    <w:rsid w:val="00FE6B68"/>
    <w:rsid w:val="00FE7ADF"/>
    <w:rsid w:val="00FE7CD5"/>
    <w:rsid w:val="00FF0F84"/>
    <w:rsid w:val="00FF228B"/>
    <w:rsid w:val="00FF27F6"/>
    <w:rsid w:val="00FF381F"/>
    <w:rsid w:val="00FF4597"/>
    <w:rsid w:val="00FF47A1"/>
    <w:rsid w:val="00FF6CE5"/>
    <w:rsid w:val="00FF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A1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3">
    <w:name w:val="Nagłówek3"/>
    <w:basedOn w:val="Normal"/>
    <w:next w:val="Subtitle"/>
    <w:uiPriority w:val="99"/>
    <w:rsid w:val="00B833A1"/>
    <w:pPr>
      <w:suppressAutoHyphens/>
      <w:spacing w:after="0" w:line="240" w:lineRule="auto"/>
      <w:jc w:val="center"/>
    </w:pPr>
    <w:rPr>
      <w:b/>
      <w:bCs/>
      <w:sz w:val="32"/>
      <w:szCs w:val="32"/>
      <w:lang w:eastAsia="zh-CN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B833A1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833A1"/>
    <w:rPr>
      <w:rFonts w:ascii="Arial" w:hAnsi="Arial" w:cs="Arial"/>
      <w:i/>
      <w:iCs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B833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33A1"/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833A1"/>
    <w:pPr>
      <w:tabs>
        <w:tab w:val="center" w:pos="4536"/>
        <w:tab w:val="right" w:pos="9072"/>
      </w:tabs>
      <w:suppressAutoHyphens/>
      <w:spacing w:after="0" w:line="240" w:lineRule="auto"/>
    </w:pPr>
    <w:rPr>
      <w:sz w:val="20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33A1"/>
    <w:rPr>
      <w:rFonts w:eastAsia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B833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B833A1"/>
    <w:pPr>
      <w:ind w:left="720"/>
    </w:pPr>
  </w:style>
  <w:style w:type="paragraph" w:styleId="Footer">
    <w:name w:val="footer"/>
    <w:basedOn w:val="Normal"/>
    <w:link w:val="FooterChar"/>
    <w:uiPriority w:val="99"/>
    <w:rsid w:val="0025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51CB4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1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1C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81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239</Words>
  <Characters>1435</Characters>
  <Application>Microsoft Office Outlook</Application>
  <DocSecurity>0</DocSecurity>
  <Lines>0</Lines>
  <Paragraphs>0</Paragraphs>
  <ScaleCrop>false</ScaleCrop>
  <Company>UM Krotoszyn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1a</dc:title>
  <dc:subject/>
  <dc:creator>user</dc:creator>
  <cp:keywords/>
  <dc:description/>
  <cp:lastModifiedBy>mw</cp:lastModifiedBy>
  <cp:revision>3</cp:revision>
  <cp:lastPrinted>2021-12-28T13:47:00Z</cp:lastPrinted>
  <dcterms:created xsi:type="dcterms:W3CDTF">2021-12-28T13:09:00Z</dcterms:created>
  <dcterms:modified xsi:type="dcterms:W3CDTF">2021-12-28T13:47:00Z</dcterms:modified>
</cp:coreProperties>
</file>